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2060126114"/>
        <w:docPartObj>
          <w:docPartGallery w:val="Cover Pages"/>
          <w:docPartUnique/>
        </w:docPartObj>
      </w:sdt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5FB7D177" w:rsidR="004D4D73" w:rsidRPr="000B5522" w:rsidRDefault="00954D87" w:rsidP="000B5522">
          <w:pPr>
            <w:tabs>
              <w:tab w:val="left" w:pos="1848"/>
            </w:tabs>
            <w:sectPr w:rsidR="004D4D73" w:rsidRPr="000B5522" w:rsidSect="00AE1935">
              <w:headerReference w:type="default" r:id="rId12"/>
              <w:footerReference w:type="default" r:id="rId13"/>
              <w:headerReference w:type="first" r:id="rId14"/>
              <w:pgSz w:w="11906" w:h="16838" w:code="9"/>
              <w:pgMar w:top="568" w:right="1134" w:bottom="1560" w:left="1418" w:header="709" w:footer="709" w:gutter="0"/>
              <w:pgNumType w:start="0"/>
              <w:cols w:space="708"/>
              <w:docGrid w:linePitch="360"/>
            </w:sectPr>
          </w:pPr>
          <w:r>
            <w:rPr>
              <w:noProof/>
              <w:lang w:eastAsia="en-GB"/>
            </w:rPr>
            <mc:AlternateContent>
              <mc:Choice Requires="wps">
                <w:drawing>
                  <wp:anchor distT="0" distB="0" distL="182880" distR="182880" simplePos="0" relativeHeight="251658240" behindDoc="0" locked="0" layoutInCell="1" allowOverlap="1" wp14:anchorId="10AE38C9" wp14:editId="55B44FD8">
                    <wp:simplePos x="0" y="0"/>
                    <wp:positionH relativeFrom="margin">
                      <wp:posOffset>-15240</wp:posOffset>
                    </wp:positionH>
                    <wp:positionV relativeFrom="page">
                      <wp:posOffset>6305550</wp:posOffset>
                    </wp:positionV>
                    <wp:extent cx="6324600" cy="2505075"/>
                    <wp:effectExtent l="0" t="0" r="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460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98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" filled="f" stroked="f" strokeweight=".5pt">
                    <v:textbox inset="0,0,0,0">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F3547A" w14:paraId="10AE3846" w14:textId="77777777" w:rsidTr="00B97414">
        <w:trPr>
          <w:cantSplit/>
          <w:jc w:val="center"/>
        </w:trPr>
        <w:tc>
          <w:tcPr>
            <w:tcW w:w="9180" w:type="dxa"/>
            <w:gridSpan w:val="2"/>
            <w:shd w:val="clear" w:color="auto" w:fill="EF008C"/>
          </w:tcPr>
          <w:p w14:paraId="10AE3845" w14:textId="77777777" w:rsidR="00640211" w:rsidRPr="00E04C29" w:rsidRDefault="00640211" w:rsidP="00B97414">
            <w:pPr>
              <w:pStyle w:val="Heading5"/>
              <w:rPr>
                <w:rFonts w:ascii="Arial" w:hAnsi="Arial"/>
                <w:i/>
                <w:lang w:val="ru-RU"/>
              </w:rPr>
            </w:pPr>
            <w:r w:rsidRPr="00C8255D">
              <w:rPr>
                <w:rFonts w:ascii="Arial" w:hAnsi="Arial"/>
                <w:color w:val="FFFFFF" w:themeColor="background1"/>
              </w:rPr>
              <w:t>Main</w:t>
            </w:r>
            <w:r w:rsidRPr="00E04C29">
              <w:rPr>
                <w:rFonts w:ascii="Arial" w:hAnsi="Arial"/>
                <w:color w:val="FFFFFF" w:themeColor="background1"/>
                <w:lang w:val="ru-RU"/>
              </w:rPr>
              <w:t xml:space="preserve"> </w:t>
            </w:r>
            <w:r w:rsidRPr="00C8255D">
              <w:rPr>
                <w:rFonts w:ascii="Arial" w:hAnsi="Arial"/>
                <w:color w:val="FFFFFF" w:themeColor="background1"/>
              </w:rPr>
              <w:t>Facts</w:t>
            </w:r>
            <w:r w:rsidRPr="00E04C29">
              <w:rPr>
                <w:rFonts w:ascii="Arial" w:hAnsi="Arial"/>
                <w:color w:val="FFFFFF" w:themeColor="background1"/>
                <w:lang w:val="ru-RU"/>
              </w:rPr>
              <w:t xml:space="preserve"> </w:t>
            </w:r>
            <w:r w:rsidRPr="00C8255D">
              <w:rPr>
                <w:rFonts w:ascii="Arial" w:hAnsi="Arial"/>
                <w:color w:val="FFFFFF" w:themeColor="background1"/>
              </w:rPr>
              <w:t>Table</w:t>
            </w:r>
            <w:r w:rsidR="00AF1904" w:rsidRPr="00E04C29">
              <w:rPr>
                <w:rFonts w:ascii="Arial" w:hAnsi="Arial"/>
                <w:color w:val="FFFFFF" w:themeColor="background1"/>
                <w:lang w:val="ru-RU"/>
              </w:rPr>
              <w:t>/Таблиця з основними фактами</w:t>
            </w:r>
          </w:p>
        </w:tc>
      </w:tr>
      <w:tr w:rsidR="00640211" w:rsidRPr="00C71051" w14:paraId="10AE3849" w14:textId="77777777" w:rsidTr="00B97414">
        <w:trPr>
          <w:jc w:val="center"/>
        </w:trPr>
        <w:tc>
          <w:tcPr>
            <w:tcW w:w="4503" w:type="dxa"/>
          </w:tcPr>
          <w:p w14:paraId="4495046F" w14:textId="77777777" w:rsidR="00EC4BE0" w:rsidRPr="00E04C29" w:rsidRDefault="00640211" w:rsidP="00AF1904">
            <w:pPr>
              <w:rPr>
                <w:rFonts w:ascii="Arial" w:hAnsi="Arial" w:cs="Arial"/>
                <w:bCs/>
                <w:sz w:val="22"/>
                <w:lang w:val="ru-RU"/>
              </w:rPr>
            </w:pPr>
            <w:r w:rsidRPr="00C71051">
              <w:rPr>
                <w:rFonts w:ascii="Arial" w:hAnsi="Arial" w:cs="Arial"/>
                <w:bCs/>
                <w:sz w:val="22"/>
              </w:rPr>
              <w:t>RFQ</w:t>
            </w:r>
            <w:r w:rsidRPr="00E04C29">
              <w:rPr>
                <w:rFonts w:ascii="Arial" w:hAnsi="Arial" w:cs="Arial"/>
                <w:bCs/>
                <w:sz w:val="22"/>
                <w:lang w:val="ru-RU"/>
              </w:rPr>
              <w:t xml:space="preserve"> </w:t>
            </w:r>
            <w:r w:rsidRPr="00C71051">
              <w:rPr>
                <w:rFonts w:ascii="Arial" w:hAnsi="Arial" w:cs="Arial"/>
                <w:bCs/>
                <w:sz w:val="22"/>
              </w:rPr>
              <w:t>reference</w:t>
            </w:r>
            <w:r w:rsidR="00AF1904" w:rsidRPr="00E04C29">
              <w:rPr>
                <w:rFonts w:ascii="Arial" w:hAnsi="Arial" w:cs="Arial"/>
                <w:bCs/>
                <w:sz w:val="22"/>
                <w:lang w:val="ru-RU"/>
              </w:rPr>
              <w:t xml:space="preserve"> / </w:t>
            </w:r>
          </w:p>
          <w:p w14:paraId="10AE3847" w14:textId="0D8864F0" w:rsidR="00640211" w:rsidRPr="00AF1904" w:rsidRDefault="00AF1904" w:rsidP="00AF1904">
            <w:pPr>
              <w:rPr>
                <w:rFonts w:ascii="Arial" w:hAnsi="Arial" w:cs="Arial"/>
                <w:bCs/>
                <w:lang w:val="ru-RU"/>
              </w:rPr>
            </w:pPr>
            <w:r w:rsidRPr="00E04C29">
              <w:rPr>
                <w:rFonts w:ascii="Arial" w:hAnsi="Arial" w:cs="Arial"/>
                <w:bCs/>
                <w:sz w:val="22"/>
                <w:lang w:val="ru-RU"/>
              </w:rPr>
              <w:t xml:space="preserve">Реєстраційний номер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E04C29" w:rsidRDefault="00640211" w:rsidP="00B97414">
            <w:pPr>
              <w:rPr>
                <w:rFonts w:ascii="Arial" w:hAnsi="Arial" w:cs="Arial"/>
                <w:b/>
                <w:lang w:val="ru-RU"/>
              </w:rPr>
            </w:pPr>
          </w:p>
          <w:p w14:paraId="10AE3848" w14:textId="2F18C4F8" w:rsidR="00EC4BE0" w:rsidRPr="002C2206" w:rsidRDefault="00EC4BE0" w:rsidP="00B97414">
            <w:pPr>
              <w:rPr>
                <w:rFonts w:ascii="Arial" w:hAnsi="Arial" w:cs="Arial"/>
                <w:b/>
              </w:rPr>
            </w:pPr>
            <w:r w:rsidRPr="002C2206">
              <w:rPr>
                <w:rFonts w:ascii="Arial" w:hAnsi="Arial" w:cs="Arial"/>
                <w:b/>
              </w:rPr>
              <w:t>RFQ UA-</w:t>
            </w:r>
            <w:r w:rsidR="00FC6E65">
              <w:rPr>
                <w:rFonts w:ascii="Arial" w:hAnsi="Arial" w:cs="Arial"/>
                <w:b/>
              </w:rPr>
              <w:t>2</w:t>
            </w:r>
            <w:r w:rsidR="00CD35B7">
              <w:rPr>
                <w:rFonts w:ascii="Arial" w:hAnsi="Arial" w:cs="Arial"/>
                <w:b/>
              </w:rPr>
              <w:t>31</w:t>
            </w:r>
            <w:r w:rsidRPr="002C2206">
              <w:rPr>
                <w:rFonts w:ascii="Arial" w:hAnsi="Arial" w:cs="Arial"/>
                <w:b/>
              </w:rPr>
              <w:t>_202</w:t>
            </w:r>
            <w:r w:rsidR="001D074F">
              <w:rPr>
                <w:rFonts w:ascii="Arial" w:hAnsi="Arial" w:cs="Arial"/>
                <w:b/>
              </w:rPr>
              <w:t>5</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66D14A8E" w:rsidR="00640211" w:rsidRPr="002C2206" w:rsidRDefault="00FC6E65" w:rsidP="00B97414">
            <w:pPr>
              <w:rPr>
                <w:rFonts w:ascii="Arial" w:hAnsi="Arial" w:cs="Arial"/>
                <w:b/>
                <w:iCs/>
              </w:rPr>
            </w:pPr>
            <w:r>
              <w:rPr>
                <w:rFonts w:ascii="Arial" w:hAnsi="Arial" w:cs="Arial"/>
                <w:b/>
                <w:iCs/>
              </w:rPr>
              <w:t>Dec</w:t>
            </w:r>
            <w:r w:rsidR="00F06E49">
              <w:rPr>
                <w:rFonts w:ascii="Arial" w:hAnsi="Arial" w:cs="Arial"/>
                <w:b/>
                <w:iCs/>
              </w:rPr>
              <w:t xml:space="preserve"> </w:t>
            </w:r>
            <w:r>
              <w:rPr>
                <w:rFonts w:ascii="Arial" w:hAnsi="Arial" w:cs="Arial"/>
                <w:b/>
                <w:iCs/>
              </w:rPr>
              <w:t>2</w:t>
            </w:r>
            <w:r w:rsidR="00CD35B7">
              <w:rPr>
                <w:rFonts w:ascii="Arial" w:hAnsi="Arial" w:cs="Arial"/>
                <w:b/>
                <w:iCs/>
              </w:rPr>
              <w:t>9</w:t>
            </w:r>
            <w:r w:rsidR="00EC4BE0" w:rsidRPr="002C2206">
              <w:rPr>
                <w:rFonts w:ascii="Arial" w:hAnsi="Arial" w:cs="Arial"/>
                <w:b/>
                <w:iCs/>
              </w:rPr>
              <w:t>, 202</w:t>
            </w:r>
            <w:r w:rsidR="001D074F">
              <w:rPr>
                <w:rFonts w:ascii="Arial" w:hAnsi="Arial" w:cs="Arial"/>
                <w:b/>
                <w:iCs/>
              </w:rPr>
              <w:t>5</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w:t>
            </w:r>
            <w:r w:rsidRPr="00E04C29">
              <w:rPr>
                <w:rFonts w:ascii="Arial" w:hAnsi="Arial" w:cs="Arial"/>
                <w:bCs/>
                <w:sz w:val="22"/>
                <w:lang w:val="ru-RU"/>
              </w:rPr>
              <w:t xml:space="preserve"> </w:t>
            </w:r>
            <w:r w:rsidRPr="00C71051">
              <w:rPr>
                <w:rFonts w:ascii="Arial" w:hAnsi="Arial" w:cs="Arial"/>
                <w:bCs/>
                <w:sz w:val="22"/>
              </w:rPr>
              <w:t>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 xml:space="preserve">Sven Marietta </w:t>
            </w:r>
            <w:proofErr w:type="spellStart"/>
            <w:r w:rsidRPr="002C2206">
              <w:rPr>
                <w:rFonts w:ascii="Arial" w:hAnsi="Arial" w:cs="Arial"/>
                <w:b/>
                <w:iCs/>
              </w:rPr>
              <w:t>A.Coppens</w:t>
            </w:r>
            <w:proofErr w:type="spellEnd"/>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32B663BC" w:rsidR="00640211" w:rsidRPr="005126D7" w:rsidRDefault="00390291" w:rsidP="00B97414">
            <w:pPr>
              <w:rPr>
                <w:rFonts w:ascii="Arial" w:hAnsi="Arial" w:cs="Arial"/>
                <w:b/>
                <w:bCs/>
                <w:iCs/>
                <w:lang w:val="uk-UA"/>
              </w:rPr>
            </w:pPr>
            <w:r>
              <w:rPr>
                <w:rFonts w:ascii="Arial" w:hAnsi="Arial" w:cs="Arial"/>
                <w:b/>
                <w:iCs/>
                <w:lang w:val="en-US"/>
              </w:rPr>
              <w:t>Jan</w:t>
            </w:r>
            <w:r w:rsidR="00027F86">
              <w:rPr>
                <w:rFonts w:ascii="Arial" w:hAnsi="Arial" w:cs="Arial"/>
                <w:b/>
                <w:iCs/>
              </w:rPr>
              <w:t xml:space="preserve"> </w:t>
            </w:r>
            <w:r>
              <w:rPr>
                <w:rFonts w:ascii="Arial" w:hAnsi="Arial" w:cs="Arial"/>
                <w:b/>
                <w:iCs/>
                <w:lang w:val="uk-UA"/>
              </w:rPr>
              <w:t>0</w:t>
            </w:r>
            <w:r w:rsidR="0025400B">
              <w:rPr>
                <w:rFonts w:ascii="Arial" w:hAnsi="Arial" w:cs="Arial"/>
                <w:b/>
                <w:iCs/>
                <w:lang w:val="uk-UA"/>
              </w:rPr>
              <w:t>5</w:t>
            </w:r>
            <w:r w:rsidR="00FC6E65">
              <w:rPr>
                <w:rFonts w:ascii="Arial" w:hAnsi="Arial" w:cs="Arial"/>
                <w:b/>
                <w:iCs/>
              </w:rPr>
              <w:t>,</w:t>
            </w:r>
            <w:r w:rsidR="002C2206">
              <w:rPr>
                <w:rFonts w:ascii="Arial" w:hAnsi="Arial" w:cs="Arial"/>
                <w:b/>
                <w:bCs/>
                <w:iCs/>
              </w:rPr>
              <w:t xml:space="preserve"> 202</w:t>
            </w:r>
            <w:r w:rsidR="00A57841">
              <w:rPr>
                <w:rFonts w:ascii="Arial" w:hAnsi="Arial" w:cs="Arial"/>
                <w:b/>
                <w:bCs/>
                <w:iCs/>
              </w:rPr>
              <w:t>6</w:t>
            </w:r>
          </w:p>
        </w:tc>
      </w:tr>
    </w:tbl>
    <w:p w14:paraId="10AE3853" w14:textId="77777777" w:rsidR="00640211" w:rsidRPr="003966C5" w:rsidRDefault="00640211" w:rsidP="00640211">
      <w:pPr>
        <w:rPr>
          <w:rFonts w:ascii="Arial" w:hAnsi="Arial" w:cs="Arial"/>
          <w:b/>
          <w:sz w:val="22"/>
          <w:lang w:val="uk-UA"/>
        </w:rPr>
      </w:pPr>
    </w:p>
    <w:p w14:paraId="10AE3854" w14:textId="77777777" w:rsidR="00640211" w:rsidRPr="00775CFC" w:rsidRDefault="00640211" w:rsidP="00640211">
      <w:pPr>
        <w:rPr>
          <w:rFonts w:ascii="Arial" w:hAnsi="Arial" w:cs="Arial"/>
          <w:b/>
          <w:sz w:val="22"/>
          <w:lang w:val="uk-UA"/>
        </w:rPr>
      </w:pPr>
    </w:p>
    <w:p w14:paraId="61224FDE" w14:textId="77777777" w:rsidR="008169D3" w:rsidRDefault="00640211" w:rsidP="008169D3">
      <w:pPr>
        <w:rPr>
          <w:rFonts w:ascii="Arial" w:hAnsi="Arial" w:cs="Arial"/>
          <w:b/>
          <w:sz w:val="22"/>
          <w:lang w:val="uk-UA"/>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p>
    <w:bookmarkStart w:id="0" w:name="_Hlk191505491"/>
    <w:p w14:paraId="0136BBD1" w14:textId="55F02E5B" w:rsidR="001173C8" w:rsidRPr="00AE1935" w:rsidRDefault="001173C8" w:rsidP="00640211">
      <w:pPr>
        <w:spacing w:after="200" w:line="276" w:lineRule="auto"/>
        <w:rPr>
          <w:rStyle w:val="Hyperlink"/>
          <w:lang w:val="uk-UA"/>
        </w:rPr>
      </w:pPr>
      <w:r>
        <w:fldChar w:fldCharType="begin"/>
      </w:r>
      <w:r>
        <w:instrText>HYPERLINK</w:instrText>
      </w:r>
      <w:r w:rsidRPr="00AF7F24">
        <w:rPr>
          <w:lang w:val="uk-UA"/>
        </w:rPr>
        <w:instrText xml:space="preserve"> "</w:instrText>
      </w:r>
      <w:r>
        <w:instrText>mailto</w:instrText>
      </w:r>
      <w:r w:rsidRPr="00AF7F24">
        <w:rPr>
          <w:lang w:val="uk-UA"/>
        </w:rPr>
        <w:instrText>:</w:instrText>
      </w:r>
      <w:r>
        <w:instrText>ukraine</w:instrText>
      </w:r>
      <w:r w:rsidRPr="00AF7F24">
        <w:rPr>
          <w:lang w:val="uk-UA"/>
        </w:rPr>
        <w:instrText>.</w:instrText>
      </w:r>
      <w:r>
        <w:instrText>procurement</w:instrText>
      </w:r>
      <w:r w:rsidRPr="00AF7F24">
        <w:rPr>
          <w:lang w:val="uk-UA"/>
        </w:rPr>
        <w:instrText>@</w:instrText>
      </w:r>
      <w:r>
        <w:instrText>plan</w:instrText>
      </w:r>
      <w:r w:rsidRPr="00AF7F24">
        <w:rPr>
          <w:lang w:val="uk-UA"/>
        </w:rPr>
        <w:instrText>-</w:instrText>
      </w:r>
      <w:r>
        <w:instrText>international</w:instrText>
      </w:r>
      <w:r w:rsidRPr="00AF7F24">
        <w:rPr>
          <w:lang w:val="uk-UA"/>
        </w:rPr>
        <w:instrText>.</w:instrText>
      </w:r>
      <w:r>
        <w:instrText>org</w:instrText>
      </w:r>
      <w:r w:rsidRPr="00AF7F24">
        <w:rPr>
          <w:lang w:val="uk-UA"/>
        </w:rPr>
        <w:instrText>"</w:instrText>
      </w:r>
      <w:r>
        <w:fldChar w:fldCharType="separate"/>
      </w:r>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r>
        <w:fldChar w:fldCharType="end"/>
      </w:r>
      <w:r>
        <w:rPr>
          <w:rStyle w:val="Hyperlink"/>
          <w:lang w:val="uk-UA"/>
        </w:rPr>
        <w:t>,</w:t>
      </w:r>
      <w:r w:rsidRPr="001173C8">
        <w:rPr>
          <w:rFonts w:asciiTheme="majorHAnsi" w:hAnsiTheme="majorHAnsi" w:cstheme="majorHAnsi"/>
          <w:sz w:val="22"/>
          <w:lang w:val="uk-UA"/>
        </w:rPr>
        <w:t xml:space="preserve"> </w:t>
      </w:r>
      <w:hyperlink r:id="rId16" w:history="1">
        <w:r w:rsidR="00027F86" w:rsidRPr="00046FC3">
          <w:rPr>
            <w:rStyle w:val="Hyperlink"/>
            <w:rFonts w:asciiTheme="majorHAnsi" w:hAnsiTheme="majorHAnsi" w:cstheme="majorHAnsi"/>
            <w:sz w:val="22"/>
          </w:rPr>
          <w:t>lesia</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tsipkun</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plan</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international</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org</w:t>
        </w:r>
      </w:hyperlink>
      <w:r>
        <w:rPr>
          <w:rStyle w:val="Hyperlink"/>
          <w:rFonts w:asciiTheme="majorHAnsi" w:hAnsiTheme="majorHAnsi" w:cstheme="majorHAnsi"/>
          <w:sz w:val="22"/>
          <w:lang w:val="uk-UA"/>
        </w:rPr>
        <w:t>,</w:t>
      </w:r>
      <w:r>
        <w:rPr>
          <w:rFonts w:asciiTheme="majorHAnsi" w:hAnsiTheme="majorHAnsi" w:cstheme="majorHAnsi"/>
          <w:sz w:val="22"/>
          <w:lang w:val="uk-UA"/>
        </w:rPr>
        <w:t xml:space="preserve"> </w:t>
      </w:r>
      <w:hyperlink r:id="rId17" w:history="1">
        <w:r w:rsidRPr="001173C8">
          <w:rPr>
            <w:rStyle w:val="Hyperlink"/>
            <w:rFonts w:asciiTheme="majorHAnsi" w:hAnsiTheme="majorHAnsi" w:cstheme="majorHAnsi"/>
            <w:sz w:val="22"/>
            <w:lang w:val="en-US"/>
          </w:rPr>
          <w:t>Mykhailo</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Prokopets</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plan</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international</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org</w:t>
        </w:r>
      </w:hyperlink>
      <w:r>
        <w:rPr>
          <w:rFonts w:asciiTheme="majorHAnsi" w:hAnsiTheme="majorHAnsi" w:cstheme="majorHAnsi"/>
          <w:sz w:val="22"/>
          <w:lang w:val="uk-UA"/>
        </w:rPr>
        <w:t>,</w:t>
      </w:r>
      <w:r w:rsidRPr="001173C8">
        <w:rPr>
          <w:rFonts w:asciiTheme="majorHAnsi" w:hAnsiTheme="majorHAnsi" w:cstheme="majorHAnsi"/>
          <w:sz w:val="22"/>
          <w:lang w:val="uk-UA"/>
        </w:rPr>
        <w:t xml:space="preserve"> </w:t>
      </w:r>
      <w:hyperlink r:id="rId18"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bookmarkEnd w:id="0"/>
    <w:p w14:paraId="10AE3856" w14:textId="6DF593DF" w:rsidR="00640211" w:rsidRPr="00662CE8" w:rsidRDefault="00640211" w:rsidP="00640211">
      <w:pPr>
        <w:spacing w:after="200" w:line="276" w:lineRule="auto"/>
        <w:rPr>
          <w:rFonts w:ascii="Arial" w:hAnsi="Arial" w:cs="Arial"/>
          <w:sz w:val="22"/>
          <w:lang w:val="uk-UA"/>
        </w:rPr>
      </w:pPr>
      <w:r w:rsidRPr="00C71051">
        <w:rPr>
          <w:rFonts w:ascii="Arial" w:hAnsi="Arial" w:cs="Arial"/>
          <w:b/>
          <w:i/>
          <w:sz w:val="22"/>
        </w:rPr>
        <w:t>Please</w:t>
      </w:r>
      <w:r w:rsidRPr="00662CE8">
        <w:rPr>
          <w:rFonts w:ascii="Arial" w:hAnsi="Arial" w:cs="Arial"/>
          <w:b/>
          <w:i/>
          <w:sz w:val="22"/>
          <w:lang w:val="uk-UA"/>
        </w:rPr>
        <w:t xml:space="preserve"> </w:t>
      </w:r>
      <w:r w:rsidRPr="00C71051">
        <w:rPr>
          <w:rFonts w:ascii="Arial" w:hAnsi="Arial" w:cs="Arial"/>
          <w:b/>
          <w:i/>
          <w:sz w:val="22"/>
        </w:rPr>
        <w:t>include</w:t>
      </w:r>
      <w:r w:rsidRPr="00662CE8">
        <w:rPr>
          <w:rFonts w:ascii="Arial" w:hAnsi="Arial" w:cs="Arial"/>
          <w:b/>
          <w:i/>
          <w:sz w:val="22"/>
          <w:lang w:val="uk-UA"/>
        </w:rPr>
        <w:t xml:space="preserve"> </w:t>
      </w:r>
      <w:r w:rsidRPr="00C71051">
        <w:rPr>
          <w:rFonts w:ascii="Arial" w:hAnsi="Arial" w:cs="Arial"/>
          <w:b/>
          <w:i/>
          <w:sz w:val="22"/>
        </w:rPr>
        <w:t>the</w:t>
      </w:r>
      <w:r w:rsidRPr="00662CE8">
        <w:rPr>
          <w:rFonts w:ascii="Arial" w:hAnsi="Arial" w:cs="Arial"/>
          <w:b/>
          <w:i/>
          <w:sz w:val="22"/>
          <w:lang w:val="uk-UA"/>
        </w:rPr>
        <w:t xml:space="preserve"> </w:t>
      </w:r>
      <w:r w:rsidRPr="00C71051">
        <w:rPr>
          <w:rFonts w:ascii="Arial" w:hAnsi="Arial" w:cs="Arial"/>
          <w:b/>
          <w:i/>
          <w:sz w:val="22"/>
        </w:rPr>
        <w:t>RFQ</w:t>
      </w:r>
      <w:r w:rsidRPr="00662CE8">
        <w:rPr>
          <w:rFonts w:ascii="Arial" w:hAnsi="Arial" w:cs="Arial"/>
          <w:b/>
          <w:i/>
          <w:sz w:val="22"/>
          <w:lang w:val="uk-UA"/>
        </w:rPr>
        <w:t xml:space="preserve"> </w:t>
      </w:r>
      <w:r w:rsidRPr="00C71051">
        <w:rPr>
          <w:rFonts w:ascii="Arial" w:hAnsi="Arial" w:cs="Arial"/>
          <w:b/>
          <w:i/>
          <w:sz w:val="22"/>
        </w:rPr>
        <w:t>reference</w:t>
      </w:r>
      <w:r w:rsidRPr="00662CE8">
        <w:rPr>
          <w:rFonts w:ascii="Arial" w:hAnsi="Arial" w:cs="Arial"/>
          <w:b/>
          <w:i/>
          <w:sz w:val="22"/>
          <w:lang w:val="uk-UA"/>
        </w:rPr>
        <w:t xml:space="preserve"> </w:t>
      </w:r>
      <w:r w:rsidRPr="00C71051">
        <w:rPr>
          <w:rFonts w:ascii="Arial" w:hAnsi="Arial" w:cs="Arial"/>
          <w:b/>
          <w:i/>
          <w:sz w:val="22"/>
        </w:rPr>
        <w:t>number</w:t>
      </w:r>
      <w:r w:rsidRPr="00662CE8">
        <w:rPr>
          <w:rFonts w:ascii="Arial" w:hAnsi="Arial" w:cs="Arial"/>
          <w:b/>
          <w:i/>
          <w:sz w:val="22"/>
          <w:lang w:val="uk-UA"/>
        </w:rPr>
        <w:t xml:space="preserve"> </w:t>
      </w:r>
      <w:r w:rsidRPr="00C71051">
        <w:rPr>
          <w:rFonts w:ascii="Arial" w:hAnsi="Arial" w:cs="Arial"/>
          <w:b/>
          <w:i/>
          <w:sz w:val="22"/>
        </w:rPr>
        <w:t>above</w:t>
      </w:r>
      <w:r w:rsidRPr="00662CE8">
        <w:rPr>
          <w:rFonts w:ascii="Arial" w:hAnsi="Arial" w:cs="Arial"/>
          <w:b/>
          <w:i/>
          <w:sz w:val="22"/>
          <w:lang w:val="uk-UA"/>
        </w:rPr>
        <w:t xml:space="preserve"> </w:t>
      </w:r>
      <w:r w:rsidRPr="00C71051">
        <w:rPr>
          <w:rFonts w:ascii="Arial" w:hAnsi="Arial" w:cs="Arial"/>
          <w:b/>
          <w:i/>
          <w:sz w:val="22"/>
        </w:rPr>
        <w:t>in</w:t>
      </w:r>
      <w:r w:rsidRPr="00662CE8">
        <w:rPr>
          <w:rFonts w:ascii="Arial" w:hAnsi="Arial" w:cs="Arial"/>
          <w:b/>
          <w:i/>
          <w:sz w:val="22"/>
          <w:lang w:val="uk-UA"/>
        </w:rPr>
        <w:t xml:space="preserve"> </w:t>
      </w:r>
      <w:r w:rsidRPr="00C71051">
        <w:rPr>
          <w:rFonts w:ascii="Arial" w:hAnsi="Arial" w:cs="Arial"/>
          <w:b/>
          <w:i/>
          <w:sz w:val="22"/>
        </w:rPr>
        <w:t>all</w:t>
      </w:r>
      <w:r w:rsidRPr="00662CE8">
        <w:rPr>
          <w:rFonts w:ascii="Arial" w:hAnsi="Arial" w:cs="Arial"/>
          <w:b/>
          <w:i/>
          <w:sz w:val="22"/>
          <w:lang w:val="uk-UA"/>
        </w:rPr>
        <w:t xml:space="preserve"> </w:t>
      </w:r>
      <w:r w:rsidRPr="00C71051">
        <w:rPr>
          <w:rFonts w:ascii="Arial" w:hAnsi="Arial" w:cs="Arial"/>
          <w:b/>
          <w:i/>
          <w:sz w:val="22"/>
        </w:rPr>
        <w:t>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662CE8">
        <w:rPr>
          <w:rFonts w:ascii="Arial" w:hAnsi="Arial" w:cs="Arial"/>
          <w:sz w:val="22"/>
          <w:lang w:val="uk-UA"/>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rsidRPr="00F3547A"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 xml:space="preserve">Plan International is an independent development and humanitarian </w:t>
            </w:r>
            <w:proofErr w:type="spellStart"/>
            <w:r w:rsidRPr="00C71051">
              <w:rPr>
                <w:rFonts w:ascii="Arial" w:hAnsi="Arial" w:cs="Arial"/>
              </w:rPr>
              <w:t>organisation</w:t>
            </w:r>
            <w:proofErr w:type="spellEnd"/>
            <w:r w:rsidRPr="00C71051">
              <w:rPr>
                <w:rFonts w:ascii="Arial" w:hAnsi="Arial" w:cs="Arial"/>
              </w:rPr>
              <w:t xml:space="preserve">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We believe in the power and potential of every child. But this is often suppressed by poverty, violence, exclusion and discrimination. And it’s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r>
              <w:rPr>
                <w:rFonts w:ascii="Arial" w:hAnsi="Arial" w:cs="Arial"/>
              </w:rPr>
              <w:t>85</w:t>
            </w:r>
            <w:r w:rsidRPr="00C71051">
              <w:rPr>
                <w:rFonts w:ascii="Arial" w:hAnsi="Arial" w:cs="Arial"/>
              </w:rPr>
              <w:t>years, and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20"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7287B339" w14:textId="5AF375F6" w:rsidR="00BE495C" w:rsidRPr="00BE495C" w:rsidRDefault="00640211" w:rsidP="00BE495C">
      <w:pPr>
        <w:pStyle w:val="ListParagraph"/>
        <w:numPr>
          <w:ilvl w:val="0"/>
          <w:numId w:val="21"/>
        </w:numPr>
        <w:rPr>
          <w:rFonts w:asciiTheme="majorHAnsi" w:hAnsiTheme="majorHAnsi" w:cstheme="majorHAnsi"/>
          <w:b/>
          <w:color w:val="0072CE"/>
          <w:sz w:val="22"/>
          <w:lang w:val="uk-UA"/>
        </w:rPr>
      </w:pPr>
      <w:r w:rsidRPr="00FA4FA5">
        <w:rPr>
          <w:rFonts w:asciiTheme="majorHAnsi" w:hAnsiTheme="majorHAnsi" w:cstheme="majorHAnsi"/>
          <w:b/>
          <w:color w:val="0072CE"/>
          <w:sz w:val="22"/>
        </w:rPr>
        <w:t>Requirements</w:t>
      </w:r>
      <w:r w:rsidR="00A76FC8" w:rsidRPr="00FA4FA5">
        <w:rPr>
          <w:rFonts w:asciiTheme="majorHAnsi" w:hAnsiTheme="majorHAnsi" w:cstheme="majorHAnsi"/>
          <w:b/>
          <w:color w:val="0072CE"/>
          <w:sz w:val="22"/>
          <w:lang w:val="uk-UA"/>
        </w:rPr>
        <w:t xml:space="preserve"> / Вимоги</w:t>
      </w:r>
      <w:r w:rsidR="006D2F84">
        <w:rPr>
          <w:rFonts w:asciiTheme="majorHAnsi" w:hAnsiTheme="majorHAnsi" w:cstheme="majorHAnsi"/>
          <w:b/>
          <w:color w:val="0072CE"/>
          <w:sz w:val="22"/>
          <w:lang w:val="uk-UA"/>
        </w:rPr>
        <w:t xml:space="preserve"> </w:t>
      </w:r>
    </w:p>
    <w:p w14:paraId="6EA9BCA4" w14:textId="35615F95" w:rsidR="00C47D74" w:rsidRPr="00F3547A" w:rsidRDefault="00524FD2" w:rsidP="00FC6E65">
      <w:pPr>
        <w:ind w:firstLine="720"/>
        <w:jc w:val="both"/>
        <w:rPr>
          <w:rFonts w:cstheme="minorHAnsi"/>
          <w:sz w:val="22"/>
          <w:lang w:val="uk-UA"/>
        </w:rPr>
      </w:pPr>
      <w:bookmarkStart w:id="1" w:name="_Hlk217466470"/>
      <w:r w:rsidRPr="00F3547A">
        <w:rPr>
          <w:rFonts w:asciiTheme="majorHAnsi" w:eastAsia="Calibri" w:hAnsiTheme="majorHAnsi" w:cstheme="majorHAnsi"/>
          <w:sz w:val="22"/>
          <w:u w:color="000000"/>
          <w:lang w:val="uk-UA"/>
        </w:rPr>
        <w:t>Представництво іноземної неурядової організації План Інтернешенал, інк. (далі Plan International)</w:t>
      </w:r>
      <w:r w:rsidR="00BD75CA" w:rsidRPr="00F3547A">
        <w:rPr>
          <w:rFonts w:asciiTheme="majorHAnsi" w:eastAsia="Calibri" w:hAnsiTheme="majorHAnsi" w:cstheme="majorHAnsi"/>
          <w:sz w:val="22"/>
          <w:u w:color="000000"/>
          <w:lang w:val="uk-UA"/>
        </w:rPr>
        <w:t xml:space="preserve"> </w:t>
      </w:r>
      <w:bookmarkStart w:id="2" w:name="_Hlk217405602"/>
      <w:r w:rsidR="00C47D74" w:rsidRPr="00F3547A">
        <w:rPr>
          <w:rFonts w:asciiTheme="majorHAnsi" w:eastAsia="Calibri" w:hAnsiTheme="majorHAnsi" w:cstheme="majorHAnsi"/>
          <w:sz w:val="22"/>
          <w:u w:color="000000"/>
          <w:lang w:val="uk-UA"/>
        </w:rPr>
        <w:t>оголошує зацікавленість у пошуку</w:t>
      </w:r>
      <w:r w:rsidR="00390291" w:rsidRPr="00F3547A">
        <w:rPr>
          <w:rFonts w:asciiTheme="majorHAnsi" w:eastAsia="Calibri" w:hAnsiTheme="majorHAnsi" w:cstheme="majorHAnsi"/>
          <w:sz w:val="22"/>
          <w:u w:color="000000"/>
          <w:lang w:val="uk-UA"/>
        </w:rPr>
        <w:t xml:space="preserve"> </w:t>
      </w:r>
      <w:bookmarkEnd w:id="2"/>
      <w:r w:rsidR="00F3547A" w:rsidRPr="00F3547A">
        <w:rPr>
          <w:rFonts w:asciiTheme="majorHAnsi" w:eastAsia="Calibri" w:hAnsiTheme="majorHAnsi" w:cstheme="majorHAnsi"/>
          <w:b/>
          <w:bCs/>
          <w:sz w:val="22"/>
          <w:u w:color="000000"/>
          <w:lang w:val="uk-UA"/>
        </w:rPr>
        <w:t xml:space="preserve">послуг </w:t>
      </w:r>
      <w:r w:rsidR="00F3547A" w:rsidRPr="00F3547A">
        <w:rPr>
          <w:rFonts w:asciiTheme="majorHAnsi" w:eastAsia="Calibri" w:hAnsiTheme="majorHAnsi" w:cstheme="majorHAnsi"/>
          <w:b/>
          <w:bCs/>
          <w:sz w:val="22"/>
          <w:u w:color="000000"/>
          <w:lang w:val="uk-UA"/>
        </w:rPr>
        <w:t>тренера з ораторської майстерності та комунікаційних навичок</w:t>
      </w:r>
      <w:r w:rsidR="001C032C" w:rsidRPr="00F3547A">
        <w:rPr>
          <w:rFonts w:asciiTheme="majorHAnsi" w:eastAsia="Calibri" w:hAnsiTheme="majorHAnsi" w:cstheme="majorHAnsi"/>
          <w:b/>
          <w:bCs/>
          <w:sz w:val="22"/>
          <w:u w:color="000000"/>
          <w:lang w:val="uk-UA"/>
        </w:rPr>
        <w:t xml:space="preserve"> </w:t>
      </w:r>
      <w:r w:rsidR="00F3547A" w:rsidRPr="00F3547A">
        <w:rPr>
          <w:rFonts w:asciiTheme="majorHAnsi" w:eastAsia="Calibri" w:hAnsiTheme="majorHAnsi" w:cstheme="majorHAnsi"/>
          <w:sz w:val="22"/>
          <w:u w:color="000000"/>
          <w:lang w:val="uk-UA"/>
        </w:rPr>
        <w:t>для підлітків — учасників програми «Чемпіони Змін»</w:t>
      </w:r>
      <w:r w:rsidR="00F3547A" w:rsidRPr="00F3547A">
        <w:rPr>
          <w:rFonts w:asciiTheme="majorHAnsi" w:eastAsia="Calibri" w:hAnsiTheme="majorHAnsi" w:cstheme="majorHAnsi"/>
          <w:b/>
          <w:bCs/>
          <w:sz w:val="22"/>
          <w:u w:color="000000"/>
          <w:lang w:val="uk-UA"/>
        </w:rPr>
        <w:t xml:space="preserve"> </w:t>
      </w:r>
      <w:r w:rsidR="00C47D74" w:rsidRPr="00F3547A">
        <w:rPr>
          <w:rFonts w:asciiTheme="majorHAnsi" w:eastAsia="Calibri" w:hAnsiTheme="majorHAnsi" w:cstheme="majorHAnsi"/>
          <w:b/>
          <w:bCs/>
          <w:sz w:val="22"/>
          <w:u w:color="000000"/>
          <w:lang w:val="uk-UA"/>
        </w:rPr>
        <w:t>у</w:t>
      </w:r>
      <w:r w:rsidR="004B6FDC" w:rsidRPr="00F3547A">
        <w:rPr>
          <w:rFonts w:asciiTheme="majorHAnsi" w:eastAsia="Calibri" w:hAnsiTheme="majorHAnsi" w:cstheme="majorHAnsi"/>
          <w:b/>
          <w:bCs/>
          <w:sz w:val="22"/>
          <w:u w:color="000000"/>
          <w:lang w:val="uk-UA"/>
        </w:rPr>
        <w:t xml:space="preserve"> форматі он-лайн</w:t>
      </w:r>
      <w:r w:rsidR="00C47D74" w:rsidRPr="00F3547A">
        <w:rPr>
          <w:rFonts w:asciiTheme="majorHAnsi" w:eastAsia="Calibri" w:hAnsiTheme="majorHAnsi" w:cstheme="majorHAnsi"/>
          <w:sz w:val="22"/>
          <w:u w:color="000000"/>
          <w:lang w:val="uk-UA"/>
        </w:rPr>
        <w:t>.</w:t>
      </w:r>
      <w:r w:rsidR="00BD75CA" w:rsidRPr="00F3547A">
        <w:rPr>
          <w:rFonts w:asciiTheme="majorHAnsi" w:eastAsia="Calibri" w:hAnsiTheme="majorHAnsi" w:cstheme="majorHAnsi"/>
          <w:sz w:val="22"/>
          <w:u w:color="000000"/>
          <w:lang w:val="uk-UA"/>
        </w:rPr>
        <w:t xml:space="preserve"> Детальна інформація щодо технічного завдання додається у додатку </w:t>
      </w:r>
      <w:r w:rsidR="00BD75CA" w:rsidRPr="00F3547A">
        <w:rPr>
          <w:rFonts w:asciiTheme="majorHAnsi" w:eastAsia="Calibri" w:hAnsiTheme="majorHAnsi" w:cstheme="majorHAnsi"/>
          <w:b/>
          <w:bCs/>
          <w:sz w:val="22"/>
          <w:u w:color="000000"/>
          <w:lang w:val="uk-UA"/>
        </w:rPr>
        <w:t>Annex 1.1.</w:t>
      </w:r>
    </w:p>
    <w:p w14:paraId="6CB23256" w14:textId="1EFC8DF3" w:rsidR="00606915" w:rsidRPr="00F3547A" w:rsidRDefault="006E063F" w:rsidP="00165BA1">
      <w:pPr>
        <w:ind w:firstLine="567"/>
        <w:jc w:val="both"/>
        <w:rPr>
          <w:rFonts w:asciiTheme="majorHAnsi" w:eastAsia="Calibri" w:hAnsiTheme="majorHAnsi" w:cstheme="majorHAnsi"/>
          <w:sz w:val="22"/>
          <w:u w:color="000000"/>
          <w:lang w:val="uk-UA"/>
        </w:rPr>
      </w:pPr>
      <w:r w:rsidRPr="00F3547A">
        <w:rPr>
          <w:rFonts w:asciiTheme="majorHAnsi" w:eastAsia="Calibri" w:hAnsiTheme="majorHAnsi" w:cstheme="majorHAnsi"/>
          <w:sz w:val="22"/>
          <w:u w:color="000000"/>
          <w:lang w:val="uk-UA"/>
        </w:rPr>
        <w:lastRenderedPageBreak/>
        <w:t>Оплата послуг</w:t>
      </w:r>
      <w:r w:rsidR="00803AED" w:rsidRPr="00F3547A">
        <w:rPr>
          <w:rFonts w:asciiTheme="majorHAnsi" w:eastAsia="Calibri" w:hAnsiTheme="majorHAnsi" w:cstheme="majorHAnsi"/>
          <w:sz w:val="22"/>
          <w:u w:color="000000"/>
          <w:lang w:val="uk-UA"/>
        </w:rPr>
        <w:t xml:space="preserve"> </w:t>
      </w:r>
      <w:r w:rsidRPr="00F3547A">
        <w:rPr>
          <w:rFonts w:asciiTheme="majorHAnsi" w:eastAsia="Calibri" w:hAnsiTheme="majorHAnsi" w:cstheme="majorHAnsi"/>
          <w:sz w:val="22"/>
          <w:u w:color="000000"/>
          <w:lang w:val="uk-UA"/>
        </w:rPr>
        <w:t xml:space="preserve">здійснюватиметься </w:t>
      </w:r>
      <w:r w:rsidR="002E74A4" w:rsidRPr="00F3547A">
        <w:rPr>
          <w:rFonts w:asciiTheme="majorHAnsi" w:eastAsia="Calibri" w:hAnsiTheme="majorHAnsi" w:cstheme="majorHAnsi"/>
          <w:sz w:val="22"/>
          <w:u w:color="000000"/>
          <w:lang w:val="uk-UA"/>
        </w:rPr>
        <w:t xml:space="preserve">у межах реалізації </w:t>
      </w:r>
      <w:r w:rsidR="002E74A4" w:rsidRPr="00F3547A">
        <w:rPr>
          <w:rFonts w:asciiTheme="majorHAnsi" w:eastAsia="Calibri" w:hAnsiTheme="majorHAnsi" w:cstheme="majorHAnsi"/>
          <w:b/>
          <w:bCs/>
          <w:sz w:val="22"/>
          <w:u w:color="000000"/>
          <w:lang w:val="uk-UA"/>
        </w:rPr>
        <w:t>проєкту</w:t>
      </w:r>
      <w:r w:rsidR="00E3509D" w:rsidRPr="00F3547A">
        <w:rPr>
          <w:rFonts w:asciiTheme="majorHAnsi" w:eastAsia="Calibri" w:hAnsiTheme="majorHAnsi" w:cstheme="majorHAnsi"/>
          <w:b/>
          <w:bCs/>
          <w:sz w:val="22"/>
          <w:u w:color="000000"/>
          <w:lang w:val="uk-UA"/>
        </w:rPr>
        <w:t>:</w:t>
      </w:r>
      <w:r w:rsidR="002E74A4" w:rsidRPr="00F3547A">
        <w:rPr>
          <w:rFonts w:asciiTheme="majorHAnsi" w:eastAsia="Calibri" w:hAnsiTheme="majorHAnsi" w:cstheme="majorHAnsi"/>
          <w:b/>
          <w:bCs/>
          <w:sz w:val="22"/>
          <w:u w:color="000000"/>
          <w:lang w:val="uk-UA"/>
        </w:rPr>
        <w:t xml:space="preserve"> </w:t>
      </w:r>
      <w:r w:rsidR="00365905" w:rsidRPr="00F3547A">
        <w:rPr>
          <w:rFonts w:asciiTheme="majorHAnsi" w:eastAsia="Calibri" w:hAnsiTheme="majorHAnsi" w:cstheme="majorHAnsi"/>
          <w:b/>
          <w:bCs/>
          <w:sz w:val="22"/>
          <w:u w:color="000000"/>
          <w:lang w:val="uk-UA"/>
        </w:rPr>
        <w:t>«Стаємо Сильнішими</w:t>
      </w:r>
      <w:r w:rsidR="00F3547A" w:rsidRPr="00F3547A">
        <w:rPr>
          <w:rFonts w:asciiTheme="majorHAnsi" w:eastAsia="Calibri" w:hAnsiTheme="majorHAnsi" w:cstheme="majorHAnsi"/>
          <w:b/>
          <w:bCs/>
          <w:sz w:val="22"/>
          <w:u w:color="000000"/>
          <w:lang w:val="uk-UA"/>
        </w:rPr>
        <w:t xml:space="preserve"> </w:t>
      </w:r>
      <w:r w:rsidR="00F3547A" w:rsidRPr="00F3547A">
        <w:rPr>
          <w:rFonts w:asciiTheme="majorHAnsi" w:eastAsia="Calibri" w:hAnsiTheme="majorHAnsi" w:cstheme="majorHAnsi"/>
          <w:b/>
          <w:bCs/>
          <w:sz w:val="22"/>
          <w:u w:color="000000"/>
          <w:lang w:val="en-US"/>
        </w:rPr>
        <w:t>II</w:t>
      </w:r>
      <w:r w:rsidR="00365905" w:rsidRPr="00F3547A">
        <w:rPr>
          <w:rFonts w:asciiTheme="majorHAnsi" w:eastAsia="Calibri" w:hAnsiTheme="majorHAnsi" w:cstheme="majorHAnsi"/>
          <w:b/>
          <w:bCs/>
          <w:sz w:val="22"/>
          <w:u w:color="000000"/>
          <w:lang w:val="uk-UA"/>
        </w:rPr>
        <w:t>:</w:t>
      </w:r>
      <w:r w:rsidR="00365905" w:rsidRPr="00F3547A">
        <w:rPr>
          <w:rFonts w:ascii="Times New Roman" w:hAnsi="Times New Roman" w:cs="Times New Roman"/>
          <w:b/>
          <w:bCs/>
          <w:sz w:val="22"/>
          <w:lang w:val="uk-UA"/>
        </w:rPr>
        <w:t xml:space="preserve"> </w:t>
      </w:r>
      <w:r w:rsidR="00365905" w:rsidRPr="00F3547A">
        <w:rPr>
          <w:rFonts w:asciiTheme="majorHAnsi" w:eastAsia="Calibri" w:hAnsiTheme="majorHAnsi" w:cstheme="majorHAnsi"/>
          <w:b/>
          <w:bCs/>
          <w:sz w:val="22"/>
          <w:u w:color="000000"/>
          <w:lang w:val="uk-UA"/>
        </w:rPr>
        <w:t>Підвищення життєстійкості та захисту підлітків і жінок в Україні, що постраждали від конфліктів».</w:t>
      </w:r>
    </w:p>
    <w:p w14:paraId="07F3D833" w14:textId="5B46E265" w:rsidR="00BD75CA" w:rsidRPr="00F3547A" w:rsidRDefault="0012424A" w:rsidP="004B6FDC">
      <w:pPr>
        <w:ind w:firstLine="567"/>
        <w:jc w:val="both"/>
        <w:rPr>
          <w:rFonts w:asciiTheme="majorHAnsi" w:eastAsia="Calibri" w:hAnsiTheme="majorHAnsi" w:cstheme="majorHAnsi"/>
          <w:b/>
          <w:bCs/>
          <w:sz w:val="22"/>
          <w:u w:color="000000"/>
          <w:lang w:bidi="en-US"/>
        </w:rPr>
      </w:pPr>
      <w:r w:rsidRPr="00F3547A">
        <w:rPr>
          <w:rFonts w:asciiTheme="majorHAnsi" w:eastAsia="Calibri" w:hAnsiTheme="majorHAnsi" w:cstheme="majorHAnsi"/>
          <w:sz w:val="22"/>
          <w:u w:color="000000"/>
        </w:rPr>
        <w:t xml:space="preserve">The representative office of the foreign non-governmental organization Plan International, Inc. (hereinafter referred to as Plan International) </w:t>
      </w:r>
      <w:r w:rsidR="00BD75CA" w:rsidRPr="00F3547A">
        <w:rPr>
          <w:rFonts w:asciiTheme="majorHAnsi" w:eastAsia="Calibri" w:hAnsiTheme="majorHAnsi" w:cstheme="majorHAnsi"/>
          <w:sz w:val="22"/>
          <w:u w:color="000000"/>
          <w:lang w:bidi="en-US"/>
        </w:rPr>
        <w:t xml:space="preserve">announces its interest in finding </w:t>
      </w:r>
      <w:r w:rsidR="001C032C" w:rsidRPr="00F3547A">
        <w:rPr>
          <w:rFonts w:asciiTheme="majorHAnsi" w:eastAsia="Calibri" w:hAnsiTheme="majorHAnsi" w:cstheme="majorHAnsi"/>
          <w:sz w:val="22"/>
          <w:u w:color="000000"/>
          <w:lang w:val="uk-UA" w:bidi="en-US"/>
        </w:rPr>
        <w:t xml:space="preserve">а </w:t>
      </w:r>
      <w:r w:rsidR="00FC6E65" w:rsidRPr="00F3547A">
        <w:rPr>
          <w:rFonts w:asciiTheme="majorHAnsi" w:eastAsia="Calibri" w:hAnsiTheme="majorHAnsi" w:cstheme="majorHAnsi"/>
          <w:b/>
          <w:bCs/>
          <w:sz w:val="22"/>
          <w:u w:color="000000"/>
          <w:lang w:val="uk-UA" w:bidi="en-US"/>
        </w:rPr>
        <w:t>trainer for</w:t>
      </w:r>
      <w:r w:rsidR="001C032C" w:rsidRPr="00F3547A">
        <w:rPr>
          <w:rFonts w:asciiTheme="majorHAnsi" w:eastAsia="Calibri" w:hAnsiTheme="majorHAnsi" w:cstheme="majorHAnsi"/>
          <w:b/>
          <w:bCs/>
          <w:sz w:val="22"/>
          <w:u w:color="000000"/>
          <w:lang w:val="uk-UA" w:bidi="en-US"/>
        </w:rPr>
        <w:t xml:space="preserve"> the services of </w:t>
      </w:r>
      <w:r w:rsidR="00F3547A" w:rsidRPr="00F3547A">
        <w:rPr>
          <w:rFonts w:asciiTheme="majorHAnsi" w:eastAsia="Calibri" w:hAnsiTheme="majorHAnsi" w:cstheme="majorHAnsi"/>
          <w:b/>
          <w:bCs/>
          <w:sz w:val="22"/>
          <w:u w:color="000000"/>
          <w:lang w:val="uk-UA" w:bidi="en-US"/>
        </w:rPr>
        <w:t>public speaking and communication skills coach</w:t>
      </w:r>
      <w:r w:rsidR="00F3547A" w:rsidRPr="00F3547A">
        <w:rPr>
          <w:rFonts w:asciiTheme="majorHAnsi" w:eastAsia="Calibri" w:hAnsiTheme="majorHAnsi" w:cstheme="majorHAnsi"/>
          <w:b/>
          <w:bCs/>
          <w:sz w:val="22"/>
          <w:u w:color="000000"/>
          <w:lang w:val="uk-UA" w:bidi="en-US"/>
        </w:rPr>
        <w:t xml:space="preserve"> </w:t>
      </w:r>
      <w:r w:rsidR="00F3547A" w:rsidRPr="00F3547A">
        <w:rPr>
          <w:rFonts w:asciiTheme="majorHAnsi" w:eastAsia="Calibri" w:hAnsiTheme="majorHAnsi" w:cstheme="majorHAnsi"/>
          <w:sz w:val="22"/>
          <w:u w:color="000000"/>
          <w:lang w:val="uk-UA" w:bidi="en-US"/>
        </w:rPr>
        <w:t>for teenagers participating in the Champions of Change program</w:t>
      </w:r>
      <w:r w:rsidR="004B6FDC" w:rsidRPr="00F3547A">
        <w:rPr>
          <w:rFonts w:asciiTheme="majorHAnsi" w:eastAsia="Calibri" w:hAnsiTheme="majorHAnsi" w:cstheme="majorHAnsi"/>
          <w:sz w:val="22"/>
          <w:u w:color="000000"/>
          <w:lang w:bidi="en-US"/>
        </w:rPr>
        <w:t xml:space="preserve">, </w:t>
      </w:r>
      <w:r w:rsidR="004B6FDC" w:rsidRPr="00F3547A">
        <w:rPr>
          <w:rFonts w:asciiTheme="majorHAnsi" w:eastAsia="Calibri" w:hAnsiTheme="majorHAnsi" w:cstheme="majorHAnsi"/>
          <w:b/>
          <w:bCs/>
          <w:sz w:val="22"/>
          <w:u w:color="000000"/>
          <w:lang w:bidi="en-US"/>
        </w:rPr>
        <w:t xml:space="preserve">on-line format. </w:t>
      </w:r>
      <w:r w:rsidR="00BD75CA" w:rsidRPr="00F3547A">
        <w:rPr>
          <w:rFonts w:asciiTheme="majorHAnsi" w:eastAsia="Calibri" w:hAnsiTheme="majorHAnsi" w:cstheme="majorHAnsi"/>
          <w:sz w:val="22"/>
          <w:u w:color="000000"/>
          <w:lang w:bidi="en-US"/>
        </w:rPr>
        <w:t xml:space="preserve">Detailed information on the technical specifications is provided in </w:t>
      </w:r>
      <w:r w:rsidR="00BD75CA" w:rsidRPr="00F3547A">
        <w:rPr>
          <w:rFonts w:asciiTheme="majorHAnsi" w:eastAsia="Calibri" w:hAnsiTheme="majorHAnsi" w:cstheme="majorHAnsi"/>
          <w:b/>
          <w:bCs/>
          <w:sz w:val="22"/>
          <w:u w:color="000000"/>
          <w:lang w:bidi="en-US"/>
        </w:rPr>
        <w:t>Annex 1.1.</w:t>
      </w:r>
    </w:p>
    <w:bookmarkEnd w:id="1"/>
    <w:p w14:paraId="7ABC0003" w14:textId="18B26221" w:rsidR="00387CC2" w:rsidRPr="00F3547A" w:rsidRDefault="005328D6" w:rsidP="00387CC2">
      <w:pPr>
        <w:jc w:val="both"/>
        <w:rPr>
          <w:rFonts w:asciiTheme="majorHAnsi" w:hAnsiTheme="majorHAnsi" w:cstheme="majorHAnsi"/>
          <w:b/>
          <w:bCs/>
          <w:color w:val="auto"/>
          <w:sz w:val="22"/>
          <w:lang w:val="uk-UA"/>
        </w:rPr>
      </w:pPr>
      <w:r w:rsidRPr="00F3547A">
        <w:rPr>
          <w:rFonts w:asciiTheme="majorHAnsi" w:hAnsiTheme="majorHAnsi" w:cstheme="majorHAnsi"/>
          <w:color w:val="auto"/>
          <w:sz w:val="22"/>
          <w:lang w:val="uk-UA"/>
        </w:rPr>
        <w:t xml:space="preserve">         Payment for services will be made within the framework of the </w:t>
      </w:r>
      <w:r w:rsidRPr="00F3547A">
        <w:rPr>
          <w:rFonts w:asciiTheme="majorHAnsi" w:eastAsia="Calibri" w:hAnsiTheme="majorHAnsi" w:cstheme="majorHAnsi"/>
          <w:sz w:val="22"/>
          <w:u w:color="000000"/>
          <w:lang w:bidi="en-US"/>
        </w:rPr>
        <w:t>project: “</w:t>
      </w:r>
      <w:r w:rsidR="00F3547A" w:rsidRPr="00F3547A">
        <w:rPr>
          <w:rFonts w:asciiTheme="majorHAnsi" w:eastAsia="Calibri" w:hAnsiTheme="majorHAnsi" w:cstheme="majorHAnsi"/>
          <w:sz w:val="22"/>
          <w:u w:color="000000"/>
          <w:lang w:bidi="en-US"/>
        </w:rPr>
        <w:t>Rising Strong II</w:t>
      </w:r>
      <w:r w:rsidRPr="00F3547A">
        <w:rPr>
          <w:rFonts w:asciiTheme="majorHAnsi" w:eastAsia="Calibri" w:hAnsiTheme="majorHAnsi" w:cstheme="majorHAnsi"/>
          <w:sz w:val="22"/>
          <w:u w:color="000000"/>
          <w:lang w:bidi="en-US"/>
        </w:rPr>
        <w:t xml:space="preserve">: </w:t>
      </w:r>
      <w:r w:rsidRPr="00F3547A">
        <w:rPr>
          <w:rFonts w:asciiTheme="majorHAnsi" w:hAnsiTheme="majorHAnsi" w:cstheme="majorHAnsi"/>
          <w:b/>
          <w:bCs/>
          <w:color w:val="auto"/>
          <w:sz w:val="22"/>
          <w:lang w:val="uk-UA"/>
        </w:rPr>
        <w:t>Increasing the Resilience and Protection of Adolescents and Women in Ukraine Affected by Conflict.”</w:t>
      </w:r>
    </w:p>
    <w:p w14:paraId="2005012B" w14:textId="77777777" w:rsidR="00D768D2" w:rsidRPr="007328FD" w:rsidRDefault="00D768D2" w:rsidP="00D768D2">
      <w:pPr>
        <w:jc w:val="both"/>
        <w:rPr>
          <w:rFonts w:asciiTheme="majorHAnsi" w:hAnsiTheme="majorHAnsi" w:cstheme="majorHAnsi"/>
          <w:b/>
          <w:color w:val="0072CE"/>
          <w:sz w:val="22"/>
          <w:lang w:val="uk-UA"/>
        </w:rPr>
      </w:pPr>
      <w:r w:rsidRPr="007328FD">
        <w:rPr>
          <w:rFonts w:asciiTheme="majorHAnsi" w:hAnsiTheme="majorHAnsi" w:cstheme="majorHAnsi"/>
          <w:b/>
          <w:color w:val="0072CE"/>
          <w:sz w:val="22"/>
        </w:rPr>
        <w:t>Requirements (to be met in full):</w:t>
      </w:r>
      <w:r>
        <w:rPr>
          <w:rFonts w:asciiTheme="majorHAnsi" w:hAnsiTheme="majorHAnsi" w:cstheme="majorHAnsi"/>
          <w:b/>
          <w:color w:val="0072CE"/>
          <w:sz w:val="22"/>
          <w:lang w:val="uk-UA"/>
        </w:rPr>
        <w:t xml:space="preserve"> / Обов’язкові вимоги:</w:t>
      </w:r>
    </w:p>
    <w:tbl>
      <w:tblPr>
        <w:tblStyle w:val="TableGrid"/>
        <w:tblW w:w="9355" w:type="dxa"/>
        <w:tblLook w:val="04A0" w:firstRow="1" w:lastRow="0" w:firstColumn="1" w:lastColumn="0" w:noHBand="0" w:noVBand="1"/>
      </w:tblPr>
      <w:tblGrid>
        <w:gridCol w:w="1214"/>
        <w:gridCol w:w="7151"/>
        <w:gridCol w:w="990"/>
      </w:tblGrid>
      <w:tr w:rsidR="00D72E41" w:rsidRPr="00803AED" w14:paraId="0E866626" w14:textId="080E3FA6" w:rsidTr="00881714">
        <w:trPr>
          <w:trHeight w:val="516"/>
        </w:trPr>
        <w:tc>
          <w:tcPr>
            <w:tcW w:w="1214" w:type="dxa"/>
          </w:tcPr>
          <w:p w14:paraId="1C54EE83" w14:textId="304406C3" w:rsidR="00D72E41" w:rsidRPr="00803AED" w:rsidRDefault="00D72E41" w:rsidP="00D72E41">
            <w:pPr>
              <w:jc w:val="center"/>
              <w:rPr>
                <w:rFonts w:ascii="Arial" w:hAnsi="Arial" w:cs="Arial"/>
                <w:b/>
                <w:bCs/>
                <w:szCs w:val="20"/>
                <w:lang w:val="uk-UA"/>
              </w:rPr>
            </w:pPr>
            <w:r>
              <w:rPr>
                <w:rFonts w:ascii="Arial" w:hAnsi="Arial" w:cs="Arial"/>
                <w:b/>
                <w:bCs/>
                <w:szCs w:val="20"/>
                <w:lang w:val="uk-UA"/>
              </w:rPr>
              <w:t xml:space="preserve">Категорія/ </w:t>
            </w:r>
            <w:r w:rsidRPr="00803AED">
              <w:rPr>
                <w:rFonts w:ascii="Arial" w:hAnsi="Arial" w:cs="Arial"/>
                <w:b/>
                <w:bCs/>
                <w:szCs w:val="20"/>
                <w:lang w:val="uk-UA"/>
              </w:rPr>
              <w:t>Category</w:t>
            </w:r>
          </w:p>
        </w:tc>
        <w:tc>
          <w:tcPr>
            <w:tcW w:w="7151" w:type="dxa"/>
          </w:tcPr>
          <w:p w14:paraId="7BA65AB8" w14:textId="2A631FE5" w:rsidR="00D72E41" w:rsidRPr="00803AED" w:rsidRDefault="00D72E41" w:rsidP="00803AED">
            <w:pPr>
              <w:pStyle w:val="BodyText"/>
              <w:spacing w:before="10"/>
              <w:jc w:val="center"/>
              <w:rPr>
                <w:rFonts w:asciiTheme="majorHAnsi" w:hAnsiTheme="majorHAnsi" w:cstheme="majorHAnsi"/>
                <w:bCs/>
                <w:sz w:val="20"/>
                <w:szCs w:val="20"/>
                <w:lang w:val="en-GB"/>
              </w:rPr>
            </w:pPr>
            <w:r>
              <w:rPr>
                <w:rFonts w:asciiTheme="majorHAnsi" w:hAnsiTheme="majorHAnsi" w:cstheme="majorHAnsi"/>
                <w:bCs/>
                <w:sz w:val="20"/>
                <w:szCs w:val="20"/>
                <w:lang w:val="uk-UA"/>
              </w:rPr>
              <w:t>Опис</w:t>
            </w:r>
            <w:r w:rsidRPr="00803AED">
              <w:rPr>
                <w:rFonts w:asciiTheme="majorHAnsi" w:hAnsiTheme="majorHAnsi" w:cstheme="majorHAnsi"/>
                <w:bCs/>
                <w:sz w:val="20"/>
                <w:szCs w:val="20"/>
                <w:lang w:val="en-GB"/>
              </w:rPr>
              <w:t xml:space="preserve"> / Description</w:t>
            </w:r>
          </w:p>
        </w:tc>
        <w:tc>
          <w:tcPr>
            <w:tcW w:w="990" w:type="dxa"/>
          </w:tcPr>
          <w:p w14:paraId="4707BA64" w14:textId="6EA3E019" w:rsidR="00881714" w:rsidRPr="00D72E41" w:rsidRDefault="00D72E41" w:rsidP="00881714">
            <w:pPr>
              <w:pStyle w:val="BodyText"/>
              <w:spacing w:before="10"/>
              <w:jc w:val="center"/>
              <w:rPr>
                <w:rFonts w:asciiTheme="majorHAnsi" w:hAnsiTheme="majorHAnsi" w:cstheme="majorHAnsi"/>
                <w:bCs/>
                <w:sz w:val="20"/>
                <w:szCs w:val="20"/>
                <w:lang w:val="uk-UA"/>
              </w:rPr>
            </w:pPr>
            <w:r w:rsidRPr="00D72E41">
              <w:rPr>
                <w:rFonts w:asciiTheme="majorHAnsi" w:hAnsiTheme="majorHAnsi" w:cstheme="majorHAnsi"/>
                <w:bCs/>
                <w:sz w:val="20"/>
                <w:szCs w:val="20"/>
                <w:lang w:val="uk-UA"/>
              </w:rPr>
              <w:t>К-ть / Qty</w:t>
            </w:r>
          </w:p>
        </w:tc>
      </w:tr>
      <w:tr w:rsidR="00D72E41" w:rsidRPr="00803AED" w14:paraId="0088BCC7" w14:textId="64F0E158" w:rsidTr="00881714">
        <w:trPr>
          <w:trHeight w:val="1011"/>
        </w:trPr>
        <w:tc>
          <w:tcPr>
            <w:tcW w:w="1214" w:type="dxa"/>
          </w:tcPr>
          <w:p w14:paraId="533D415D" w14:textId="1BA33034" w:rsidR="00D72E41" w:rsidRPr="00803AED" w:rsidRDefault="00D72E41" w:rsidP="004B41CC">
            <w:pPr>
              <w:rPr>
                <w:rFonts w:asciiTheme="majorHAnsi" w:hAnsiTheme="majorHAnsi" w:cstheme="majorHAnsi"/>
                <w:szCs w:val="20"/>
                <w:lang w:val="ru-RU"/>
              </w:rPr>
            </w:pPr>
            <w:r w:rsidRPr="00803AED">
              <w:rPr>
                <w:rFonts w:asciiTheme="majorHAnsi" w:hAnsiTheme="majorHAnsi" w:cstheme="majorHAnsi"/>
                <w:szCs w:val="20"/>
                <w:lang w:val="ru-RU"/>
              </w:rPr>
              <w:t>Service</w:t>
            </w:r>
          </w:p>
        </w:tc>
        <w:tc>
          <w:tcPr>
            <w:tcW w:w="7151" w:type="dxa"/>
          </w:tcPr>
          <w:p w14:paraId="432AEB69" w14:textId="77777777" w:rsidR="00F3547A" w:rsidRDefault="00F3547A" w:rsidP="00F3547A">
            <w:pPr>
              <w:jc w:val="both"/>
              <w:rPr>
                <w:rFonts w:asciiTheme="majorHAnsi" w:eastAsia="Calibri" w:hAnsiTheme="majorHAnsi" w:cstheme="majorHAnsi"/>
                <w:szCs w:val="20"/>
                <w:u w:color="000000"/>
                <w:lang w:val="uk-UA" w:bidi="en-US"/>
              </w:rPr>
            </w:pPr>
            <w:r w:rsidRPr="00F3547A">
              <w:rPr>
                <w:rFonts w:asciiTheme="majorHAnsi" w:eastAsia="Calibri" w:hAnsiTheme="majorHAnsi" w:cstheme="majorHAnsi"/>
                <w:szCs w:val="20"/>
                <w:u w:color="000000"/>
                <w:lang w:val="ru-RU" w:bidi="en-US"/>
              </w:rPr>
              <w:t xml:space="preserve">Послуги тренера з ораторської майстерності та комунікаційних навичок для підлітків — учасників програми «Чемпіони Змін» у форматі он-лайн. </w:t>
            </w:r>
            <w:proofErr w:type="spellStart"/>
            <w:r w:rsidRPr="00F3547A">
              <w:rPr>
                <w:rFonts w:asciiTheme="majorHAnsi" w:eastAsia="Calibri" w:hAnsiTheme="majorHAnsi" w:cstheme="majorHAnsi"/>
                <w:szCs w:val="20"/>
                <w:u w:color="000000"/>
                <w:lang w:bidi="en-US"/>
              </w:rPr>
              <w:t>Детальна</w:t>
            </w:r>
            <w:proofErr w:type="spellEnd"/>
            <w:r w:rsidRPr="00F3547A">
              <w:rPr>
                <w:rFonts w:asciiTheme="majorHAnsi" w:eastAsia="Calibri" w:hAnsiTheme="majorHAnsi" w:cstheme="majorHAnsi"/>
                <w:szCs w:val="20"/>
                <w:u w:color="000000"/>
                <w:lang w:bidi="en-US"/>
              </w:rPr>
              <w:t xml:space="preserve"> </w:t>
            </w:r>
            <w:proofErr w:type="spellStart"/>
            <w:r w:rsidRPr="00F3547A">
              <w:rPr>
                <w:rFonts w:asciiTheme="majorHAnsi" w:eastAsia="Calibri" w:hAnsiTheme="majorHAnsi" w:cstheme="majorHAnsi"/>
                <w:szCs w:val="20"/>
                <w:u w:color="000000"/>
                <w:lang w:bidi="en-US"/>
              </w:rPr>
              <w:t>інформація</w:t>
            </w:r>
            <w:proofErr w:type="spellEnd"/>
            <w:r w:rsidRPr="00F3547A">
              <w:rPr>
                <w:rFonts w:asciiTheme="majorHAnsi" w:eastAsia="Calibri" w:hAnsiTheme="majorHAnsi" w:cstheme="majorHAnsi"/>
                <w:szCs w:val="20"/>
                <w:u w:color="000000"/>
                <w:lang w:bidi="en-US"/>
              </w:rPr>
              <w:t xml:space="preserve"> </w:t>
            </w:r>
            <w:proofErr w:type="spellStart"/>
            <w:r w:rsidRPr="00F3547A">
              <w:rPr>
                <w:rFonts w:asciiTheme="majorHAnsi" w:eastAsia="Calibri" w:hAnsiTheme="majorHAnsi" w:cstheme="majorHAnsi"/>
                <w:szCs w:val="20"/>
                <w:u w:color="000000"/>
                <w:lang w:bidi="en-US"/>
              </w:rPr>
              <w:t>щодо</w:t>
            </w:r>
            <w:proofErr w:type="spellEnd"/>
            <w:r w:rsidRPr="00F3547A">
              <w:rPr>
                <w:rFonts w:asciiTheme="majorHAnsi" w:eastAsia="Calibri" w:hAnsiTheme="majorHAnsi" w:cstheme="majorHAnsi"/>
                <w:szCs w:val="20"/>
                <w:u w:color="000000"/>
                <w:lang w:bidi="en-US"/>
              </w:rPr>
              <w:t xml:space="preserve"> </w:t>
            </w:r>
            <w:proofErr w:type="spellStart"/>
            <w:r w:rsidRPr="00F3547A">
              <w:rPr>
                <w:rFonts w:asciiTheme="majorHAnsi" w:eastAsia="Calibri" w:hAnsiTheme="majorHAnsi" w:cstheme="majorHAnsi"/>
                <w:szCs w:val="20"/>
                <w:u w:color="000000"/>
                <w:lang w:bidi="en-US"/>
              </w:rPr>
              <w:t>технічного</w:t>
            </w:r>
            <w:proofErr w:type="spellEnd"/>
            <w:r w:rsidRPr="00F3547A">
              <w:rPr>
                <w:rFonts w:asciiTheme="majorHAnsi" w:eastAsia="Calibri" w:hAnsiTheme="majorHAnsi" w:cstheme="majorHAnsi"/>
                <w:szCs w:val="20"/>
                <w:u w:color="000000"/>
                <w:lang w:bidi="en-US"/>
              </w:rPr>
              <w:t xml:space="preserve"> </w:t>
            </w:r>
            <w:proofErr w:type="spellStart"/>
            <w:r w:rsidRPr="00F3547A">
              <w:rPr>
                <w:rFonts w:asciiTheme="majorHAnsi" w:eastAsia="Calibri" w:hAnsiTheme="majorHAnsi" w:cstheme="majorHAnsi"/>
                <w:szCs w:val="20"/>
                <w:u w:color="000000"/>
                <w:lang w:bidi="en-US"/>
              </w:rPr>
              <w:t>завдання</w:t>
            </w:r>
            <w:proofErr w:type="spellEnd"/>
            <w:r w:rsidRPr="00F3547A">
              <w:rPr>
                <w:rFonts w:asciiTheme="majorHAnsi" w:eastAsia="Calibri" w:hAnsiTheme="majorHAnsi" w:cstheme="majorHAnsi"/>
                <w:szCs w:val="20"/>
                <w:u w:color="000000"/>
                <w:lang w:bidi="en-US"/>
              </w:rPr>
              <w:t xml:space="preserve"> </w:t>
            </w:r>
            <w:proofErr w:type="spellStart"/>
            <w:r w:rsidRPr="00F3547A">
              <w:rPr>
                <w:rFonts w:asciiTheme="majorHAnsi" w:eastAsia="Calibri" w:hAnsiTheme="majorHAnsi" w:cstheme="majorHAnsi"/>
                <w:szCs w:val="20"/>
                <w:u w:color="000000"/>
                <w:lang w:bidi="en-US"/>
              </w:rPr>
              <w:t>додається</w:t>
            </w:r>
            <w:proofErr w:type="spellEnd"/>
            <w:r w:rsidRPr="00F3547A">
              <w:rPr>
                <w:rFonts w:asciiTheme="majorHAnsi" w:eastAsia="Calibri" w:hAnsiTheme="majorHAnsi" w:cstheme="majorHAnsi"/>
                <w:szCs w:val="20"/>
                <w:u w:color="000000"/>
                <w:lang w:bidi="en-US"/>
              </w:rPr>
              <w:t xml:space="preserve"> у </w:t>
            </w:r>
            <w:proofErr w:type="spellStart"/>
            <w:r w:rsidRPr="00F3547A">
              <w:rPr>
                <w:rFonts w:asciiTheme="majorHAnsi" w:eastAsia="Calibri" w:hAnsiTheme="majorHAnsi" w:cstheme="majorHAnsi"/>
                <w:szCs w:val="20"/>
                <w:u w:color="000000"/>
                <w:lang w:bidi="en-US"/>
              </w:rPr>
              <w:t>додатку</w:t>
            </w:r>
            <w:proofErr w:type="spellEnd"/>
            <w:r w:rsidRPr="00F3547A">
              <w:rPr>
                <w:rFonts w:asciiTheme="majorHAnsi" w:eastAsia="Calibri" w:hAnsiTheme="majorHAnsi" w:cstheme="majorHAnsi"/>
                <w:szCs w:val="20"/>
                <w:u w:color="000000"/>
                <w:lang w:bidi="en-US"/>
              </w:rPr>
              <w:t xml:space="preserve"> Annex 1.1. /</w:t>
            </w:r>
          </w:p>
          <w:p w14:paraId="0898E71C" w14:textId="6311F683" w:rsidR="00D72E41" w:rsidRPr="00045313" w:rsidRDefault="00F3547A" w:rsidP="00F3547A">
            <w:pPr>
              <w:jc w:val="both"/>
              <w:rPr>
                <w:rFonts w:asciiTheme="majorHAnsi" w:eastAsia="Calibri" w:hAnsiTheme="majorHAnsi" w:cstheme="majorHAnsi"/>
                <w:szCs w:val="20"/>
                <w:u w:color="000000"/>
                <w:lang w:bidi="en-US"/>
              </w:rPr>
            </w:pPr>
            <w:r w:rsidRPr="00F3547A">
              <w:rPr>
                <w:rFonts w:asciiTheme="majorHAnsi" w:eastAsia="Calibri" w:hAnsiTheme="majorHAnsi" w:cstheme="majorHAnsi"/>
                <w:szCs w:val="20"/>
                <w:u w:color="000000"/>
                <w:lang w:bidi="en-US"/>
              </w:rPr>
              <w:t>Services of public speaking and communication skills coach for teenagers participating in the Champions of Change program, on-line format. Detailed information on the technical specifications is provided in Annex 1.1.</w:t>
            </w:r>
          </w:p>
        </w:tc>
        <w:tc>
          <w:tcPr>
            <w:tcW w:w="990" w:type="dxa"/>
          </w:tcPr>
          <w:p w14:paraId="6075F6B3" w14:textId="77777777" w:rsidR="00CC040C" w:rsidRDefault="00CC040C" w:rsidP="000A02F5">
            <w:pPr>
              <w:pStyle w:val="BodyText"/>
              <w:spacing w:before="10"/>
              <w:rPr>
                <w:rFonts w:asciiTheme="majorHAnsi" w:hAnsiTheme="majorHAnsi" w:cstheme="majorHAnsi"/>
                <w:b w:val="0"/>
                <w:bCs/>
                <w:sz w:val="20"/>
                <w:szCs w:val="20"/>
                <w:lang w:val="uk-UA"/>
              </w:rPr>
            </w:pPr>
          </w:p>
          <w:p w14:paraId="3B08050D" w14:textId="77777777" w:rsidR="00CC040C" w:rsidRDefault="00CC040C" w:rsidP="000A02F5">
            <w:pPr>
              <w:pStyle w:val="BodyText"/>
              <w:spacing w:before="10"/>
              <w:rPr>
                <w:rFonts w:asciiTheme="majorHAnsi" w:hAnsiTheme="majorHAnsi" w:cstheme="majorHAnsi"/>
                <w:b w:val="0"/>
                <w:bCs/>
                <w:sz w:val="20"/>
                <w:szCs w:val="20"/>
                <w:lang w:val="uk-UA"/>
              </w:rPr>
            </w:pPr>
          </w:p>
          <w:p w14:paraId="21AD9027" w14:textId="77777777" w:rsidR="00CC040C" w:rsidRDefault="00CC040C" w:rsidP="000A02F5">
            <w:pPr>
              <w:pStyle w:val="BodyText"/>
              <w:spacing w:before="10"/>
              <w:rPr>
                <w:rFonts w:asciiTheme="majorHAnsi" w:hAnsiTheme="majorHAnsi" w:cstheme="majorHAnsi"/>
                <w:b w:val="0"/>
                <w:bCs/>
                <w:sz w:val="20"/>
                <w:szCs w:val="20"/>
                <w:lang w:val="uk-UA"/>
              </w:rPr>
            </w:pPr>
          </w:p>
          <w:p w14:paraId="700164E6" w14:textId="338A7D35" w:rsidR="00D72E41" w:rsidRPr="00CC040C" w:rsidRDefault="00881714" w:rsidP="00CC040C">
            <w:pPr>
              <w:pStyle w:val="BodyText"/>
              <w:spacing w:before="10"/>
              <w:jc w:val="center"/>
              <w:rPr>
                <w:rFonts w:asciiTheme="majorHAnsi" w:hAnsiTheme="majorHAnsi" w:cstheme="majorHAnsi"/>
                <w:sz w:val="20"/>
                <w:szCs w:val="20"/>
                <w:lang w:val="uk-UA"/>
              </w:rPr>
            </w:pPr>
            <w:r>
              <w:rPr>
                <w:rFonts w:asciiTheme="majorHAnsi" w:hAnsiTheme="majorHAnsi" w:cstheme="majorHAnsi"/>
                <w:sz w:val="20"/>
                <w:szCs w:val="20"/>
                <w:lang w:val="uk-UA"/>
              </w:rPr>
              <w:t>1</w:t>
            </w:r>
          </w:p>
        </w:tc>
      </w:tr>
    </w:tbl>
    <w:p w14:paraId="52277E71" w14:textId="04183BB8" w:rsidR="00DA45EC" w:rsidRDefault="00DA45EC" w:rsidP="000A02F5">
      <w:pPr>
        <w:pStyle w:val="BodyText"/>
        <w:spacing w:before="10"/>
        <w:rPr>
          <w:rFonts w:asciiTheme="majorHAnsi" w:hAnsiTheme="majorHAnsi" w:cstheme="majorHAnsi"/>
          <w:b w:val="0"/>
          <w:bCs/>
          <w:lang w:val="en-GB"/>
        </w:rPr>
      </w:pPr>
    </w:p>
    <w:p w14:paraId="3F0C8A17" w14:textId="77777777" w:rsidR="00444D0B" w:rsidRDefault="00444D0B" w:rsidP="000A02F5">
      <w:pPr>
        <w:pStyle w:val="BodyText"/>
        <w:spacing w:before="10"/>
        <w:rPr>
          <w:rFonts w:asciiTheme="majorHAnsi" w:hAnsiTheme="majorHAnsi" w:cstheme="majorHAnsi"/>
          <w:b w:val="0"/>
          <w:bCs/>
          <w:lang w:val="en-GB"/>
        </w:rPr>
      </w:pPr>
    </w:p>
    <w:p w14:paraId="10AE3874" w14:textId="5AB77F00" w:rsidR="00640211" w:rsidRPr="00FA4FA5" w:rsidRDefault="00640211" w:rsidP="00640211">
      <w:pPr>
        <w:rPr>
          <w:rFonts w:asciiTheme="majorHAnsi" w:hAnsiTheme="majorHAnsi" w:cstheme="majorHAnsi"/>
          <w:b/>
          <w:color w:val="0072CE"/>
          <w:sz w:val="22"/>
          <w:lang w:val="uk-UA"/>
        </w:rPr>
      </w:pPr>
      <w:r w:rsidRPr="008146A4">
        <w:rPr>
          <w:rFonts w:asciiTheme="majorHAnsi" w:hAnsiTheme="majorHAnsi" w:cstheme="majorHAnsi"/>
          <w:b/>
          <w:color w:val="0072CE"/>
          <w:sz w:val="22"/>
          <w:lang w:val="uk-UA"/>
        </w:rPr>
        <w:t xml:space="preserve">2. </w:t>
      </w:r>
      <w:r w:rsidRPr="00FA4FA5">
        <w:rPr>
          <w:rFonts w:asciiTheme="majorHAnsi" w:hAnsiTheme="majorHAnsi" w:cstheme="majorHAnsi"/>
          <w:b/>
          <w:color w:val="0072CE"/>
          <w:sz w:val="22"/>
        </w:rPr>
        <w:t>List</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of</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documents</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to</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be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submitted</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with</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the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390291"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04C29"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04C29">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1922BEC5" w:rsidR="00F14C6C" w:rsidRPr="00E56B88" w:rsidRDefault="00833DD4" w:rsidP="002415AE">
            <w:pPr>
              <w:pStyle w:val="norm"/>
              <w:keepNext w:val="0"/>
              <w:spacing w:before="0" w:after="0"/>
              <w:outlineLvl w:val="9"/>
              <w:rPr>
                <w:rFonts w:eastAsiaTheme="minorEastAsia" w:cstheme="majorHAnsi"/>
                <w:bCs w:val="0"/>
                <w:i w:val="0"/>
                <w:iCs w:val="0"/>
                <w:szCs w:val="22"/>
                <w:lang w:val="en-GB"/>
              </w:rPr>
            </w:pPr>
            <w:r w:rsidRPr="00672BBC">
              <w:rPr>
                <w:rFonts w:eastAsiaTheme="minorEastAsia" w:cstheme="majorHAnsi"/>
                <w:b/>
                <w:i w:val="0"/>
                <w:iCs w:val="0"/>
                <w:szCs w:val="22"/>
                <w:lang w:val="en-GB"/>
              </w:rPr>
              <w:t>Annex 1:</w:t>
            </w:r>
            <w:r w:rsidRPr="000F4D52">
              <w:rPr>
                <w:rFonts w:eastAsiaTheme="minorEastAsia" w:cstheme="majorHAnsi"/>
                <w:bCs w:val="0"/>
                <w:i w:val="0"/>
                <w:iCs w:val="0"/>
                <w:szCs w:val="22"/>
                <w:lang w:val="en-GB"/>
              </w:rPr>
              <w:t xml:space="preserve"> Financial Quotation / </w:t>
            </w:r>
            <w:r w:rsidR="00A76FAF">
              <w:rPr>
                <w:rFonts w:eastAsiaTheme="minorEastAsia" w:cstheme="majorHAnsi"/>
                <w:bCs w:val="0"/>
                <w:i w:val="0"/>
                <w:iCs w:val="0"/>
                <w:szCs w:val="22"/>
                <w:lang w:val="uk-UA"/>
              </w:rPr>
              <w:t>Ц</w:t>
            </w:r>
            <w:r w:rsidRPr="000F4D52">
              <w:rPr>
                <w:rFonts w:eastAsiaTheme="minorEastAsia" w:cstheme="majorHAnsi"/>
                <w:bCs w:val="0"/>
                <w:i w:val="0"/>
                <w:iCs w:val="0"/>
                <w:szCs w:val="22"/>
                <w:lang w:val="uk-UA"/>
              </w:rPr>
              <w:t>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727D8C5E" w14:textId="41FA439C" w:rsidR="00F14C6C" w:rsidRPr="00896DBD" w:rsidRDefault="00833DD4" w:rsidP="00F14C6C">
            <w:pPr>
              <w:pStyle w:val="norm"/>
              <w:keepNext w:val="0"/>
              <w:spacing w:before="0" w:after="0"/>
              <w:jc w:val="both"/>
              <w:outlineLvl w:val="9"/>
              <w:rPr>
                <w:rFonts w:eastAsiaTheme="minorEastAsia" w:cstheme="majorHAnsi"/>
                <w:bCs w:val="0"/>
                <w:i w:val="0"/>
                <w:iCs w:val="0"/>
                <w:szCs w:val="22"/>
                <w:lang w:val="en-GB"/>
              </w:rPr>
            </w:pPr>
            <w:r w:rsidRPr="00672BBC">
              <w:rPr>
                <w:rFonts w:eastAsiaTheme="minorEastAsia" w:cstheme="majorHAnsi"/>
                <w:bCs w:val="0"/>
                <w:i w:val="0"/>
                <w:iCs w:val="0"/>
                <w:szCs w:val="22"/>
              </w:rPr>
              <w:t>All participants to complete</w:t>
            </w:r>
            <w:r w:rsidRPr="00672BBC">
              <w:rPr>
                <w:rFonts w:eastAsiaTheme="minorEastAsia" w:cstheme="majorHAnsi"/>
                <w:bCs w:val="0"/>
                <w:i w:val="0"/>
                <w:iCs w:val="0"/>
                <w:szCs w:val="22"/>
                <w:lang w:val="uk-UA"/>
              </w:rPr>
              <w:t xml:space="preserve"> and send in excel and pdf* formats</w:t>
            </w:r>
            <w:r w:rsidRPr="00672BBC">
              <w:rPr>
                <w:rFonts w:eastAsiaTheme="minorEastAsia" w:cstheme="majorHAnsi"/>
                <w:bCs w:val="0"/>
                <w:i w:val="0"/>
                <w:iCs w:val="0"/>
                <w:szCs w:val="22"/>
              </w:rPr>
              <w:t xml:space="preserve"> / </w:t>
            </w:r>
            <w:proofErr w:type="spellStart"/>
            <w:r w:rsidRPr="00672BBC">
              <w:rPr>
                <w:rFonts w:eastAsiaTheme="minorEastAsia" w:cstheme="majorHAnsi"/>
                <w:bCs w:val="0"/>
                <w:i w:val="0"/>
                <w:iCs w:val="0"/>
                <w:szCs w:val="22"/>
              </w:rPr>
              <w:t>всі</w:t>
            </w:r>
            <w:proofErr w:type="spellEnd"/>
            <w:r w:rsidRPr="00672BBC">
              <w:rPr>
                <w:rFonts w:eastAsiaTheme="minorEastAsia" w:cstheme="majorHAnsi"/>
                <w:bCs w:val="0"/>
                <w:i w:val="0"/>
                <w:iCs w:val="0"/>
                <w:szCs w:val="22"/>
              </w:rPr>
              <w:t xml:space="preserve"> </w:t>
            </w:r>
            <w:proofErr w:type="spellStart"/>
            <w:r w:rsidRPr="00672BBC">
              <w:rPr>
                <w:rFonts w:eastAsiaTheme="minorEastAsia" w:cstheme="majorHAnsi"/>
                <w:bCs w:val="0"/>
                <w:i w:val="0"/>
                <w:iCs w:val="0"/>
                <w:szCs w:val="22"/>
              </w:rPr>
              <w:t>учасники</w:t>
            </w:r>
            <w:proofErr w:type="spellEnd"/>
            <w:r w:rsidRPr="00672BBC">
              <w:rPr>
                <w:rFonts w:eastAsiaTheme="minorEastAsia" w:cstheme="majorHAnsi"/>
                <w:bCs w:val="0"/>
                <w:i w:val="0"/>
                <w:iCs w:val="0"/>
                <w:szCs w:val="22"/>
              </w:rPr>
              <w:t xml:space="preserve"> </w:t>
            </w:r>
            <w:proofErr w:type="spellStart"/>
            <w:r w:rsidRPr="00672BBC">
              <w:rPr>
                <w:rFonts w:eastAsiaTheme="minorEastAsia" w:cstheme="majorHAnsi"/>
                <w:bCs w:val="0"/>
                <w:i w:val="0"/>
                <w:iCs w:val="0"/>
                <w:szCs w:val="22"/>
              </w:rPr>
              <w:t>заповнюють</w:t>
            </w:r>
            <w:proofErr w:type="spellEnd"/>
            <w:r w:rsidRPr="00672BBC">
              <w:rPr>
                <w:rFonts w:eastAsiaTheme="minorEastAsia" w:cstheme="majorHAnsi"/>
                <w:bCs w:val="0"/>
                <w:i w:val="0"/>
                <w:iCs w:val="0"/>
                <w:szCs w:val="22"/>
              </w:rPr>
              <w:t xml:space="preserve"> </w:t>
            </w:r>
            <w:r w:rsidRPr="00672BBC">
              <w:rPr>
                <w:rFonts w:eastAsiaTheme="minorEastAsia" w:cstheme="majorHAnsi"/>
                <w:bCs w:val="0"/>
                <w:i w:val="0"/>
                <w:iCs w:val="0"/>
                <w:szCs w:val="22"/>
                <w:lang w:val="uk-UA"/>
              </w:rPr>
              <w:t>і присилають в форматі ексель</w:t>
            </w:r>
            <w:r w:rsidRPr="00672BBC">
              <w:rPr>
                <w:rFonts w:eastAsiaTheme="minorEastAsia" w:cstheme="majorHAnsi"/>
                <w:bCs w:val="0"/>
                <w:i w:val="0"/>
                <w:iCs w:val="0"/>
                <w:szCs w:val="22"/>
                <w:lang w:val="en-GB"/>
              </w:rPr>
              <w:t xml:space="preserve"> </w:t>
            </w:r>
            <w:r w:rsidRPr="00672BBC">
              <w:rPr>
                <w:rFonts w:eastAsiaTheme="minorEastAsia" w:cstheme="majorHAnsi"/>
                <w:bCs w:val="0"/>
                <w:i w:val="0"/>
                <w:iCs w:val="0"/>
                <w:szCs w:val="22"/>
                <w:lang w:val="uk-UA"/>
              </w:rPr>
              <w:t xml:space="preserve">та </w:t>
            </w:r>
            <w:r w:rsidRPr="00672BBC">
              <w:rPr>
                <w:rFonts w:eastAsiaTheme="minorEastAsia" w:cstheme="majorHAnsi"/>
                <w:bCs w:val="0"/>
                <w:i w:val="0"/>
                <w:iCs w:val="0"/>
                <w:szCs w:val="22"/>
              </w:rPr>
              <w:t>pdf*</w:t>
            </w:r>
          </w:p>
        </w:tc>
      </w:tr>
      <w:tr w:rsidR="00A76FAF" w:rsidRPr="00FA4FA5" w14:paraId="59584E45"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337AB9DA" w14:textId="4A6A4F1B" w:rsidR="00A76FAF" w:rsidRPr="00A76FAF" w:rsidRDefault="00A76FAF" w:rsidP="00A76FAF">
            <w:pPr>
              <w:rPr>
                <w:sz w:val="22"/>
              </w:rPr>
            </w:pPr>
            <w:r w:rsidRPr="00A76FAF">
              <w:rPr>
                <w:b/>
                <w:bCs/>
                <w:sz w:val="22"/>
              </w:rPr>
              <w:t>Annex 1.1</w:t>
            </w:r>
            <w:r w:rsidRPr="00A76FAF">
              <w:rPr>
                <w:b/>
                <w:bCs/>
                <w:sz w:val="22"/>
                <w:lang w:val="uk-UA"/>
              </w:rPr>
              <w:t>:</w:t>
            </w:r>
            <w:r w:rsidRPr="00A76FAF">
              <w:rPr>
                <w:sz w:val="22"/>
              </w:rPr>
              <w:t xml:space="preserve"> TOR</w:t>
            </w:r>
            <w:r w:rsidRPr="00A76FAF">
              <w:rPr>
                <w:sz w:val="22"/>
                <w:lang w:val="uk-UA"/>
              </w:rPr>
              <w:t xml:space="preserve"> / Технічне завдання</w:t>
            </w:r>
          </w:p>
          <w:p w14:paraId="25BAA99F" w14:textId="77777777" w:rsidR="00A76FAF" w:rsidRPr="00672BBC" w:rsidRDefault="00A76FAF" w:rsidP="002415AE">
            <w:pPr>
              <w:pStyle w:val="norm"/>
              <w:keepNext w:val="0"/>
              <w:spacing w:before="0" w:after="0"/>
              <w:outlineLvl w:val="9"/>
              <w:rPr>
                <w:rFonts w:eastAsiaTheme="minorEastAsia" w:cstheme="majorHAnsi"/>
                <w:b/>
                <w:i w:val="0"/>
                <w:iCs w:val="0"/>
                <w:szCs w:val="22"/>
                <w:lang w:val="en-GB"/>
              </w:rPr>
            </w:pPr>
          </w:p>
        </w:tc>
        <w:tc>
          <w:tcPr>
            <w:tcW w:w="3722" w:type="dxa"/>
            <w:tcBorders>
              <w:top w:val="single" w:sz="4" w:space="0" w:color="auto"/>
              <w:left w:val="single" w:sz="4" w:space="0" w:color="auto"/>
              <w:bottom w:val="single" w:sz="4" w:space="0" w:color="auto"/>
              <w:right w:val="single" w:sz="4" w:space="0" w:color="auto"/>
            </w:tcBorders>
          </w:tcPr>
          <w:p w14:paraId="0509EEA4" w14:textId="5522A86D" w:rsidR="00A76FAF" w:rsidRPr="00FA4FA5" w:rsidRDefault="00A76FAF"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6914ADB1" w14:textId="2DA43976" w:rsidR="00A76FAF" w:rsidRPr="00672BBC" w:rsidRDefault="00A76FAF"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r>
      <w:tr w:rsidR="00A36FF3"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94179F5" w14:textId="4F43A212" w:rsidR="00A36FF3" w:rsidRPr="00FA4FA5" w:rsidRDefault="00A36FF3" w:rsidP="00A36FF3">
            <w:pPr>
              <w:pStyle w:val="norm"/>
              <w:keepNext w:val="0"/>
              <w:spacing w:before="0" w:after="0"/>
              <w:outlineLvl w:val="9"/>
              <w:rPr>
                <w:rFonts w:eastAsiaTheme="minorEastAsia" w:cstheme="majorHAnsi"/>
                <w:bCs w:val="0"/>
                <w:i w:val="0"/>
                <w:iCs w:val="0"/>
                <w:szCs w:val="22"/>
              </w:rPr>
            </w:pPr>
            <w:r w:rsidRPr="00672BBC">
              <w:rPr>
                <w:rFonts w:eastAsiaTheme="minorEastAsia" w:cstheme="majorHAnsi"/>
                <w:b/>
                <w:i w:val="0"/>
                <w:iCs w:val="0"/>
                <w:szCs w:val="22"/>
                <w:lang w:val="en-GB"/>
              </w:rPr>
              <w:t>Annex 2:</w:t>
            </w:r>
            <w:r w:rsidRPr="000F4D52">
              <w:rPr>
                <w:rFonts w:eastAsiaTheme="minorEastAsia" w:cstheme="majorHAnsi"/>
                <w:bCs w:val="0"/>
                <w:i w:val="0"/>
                <w:iCs w:val="0"/>
                <w:szCs w:val="22"/>
                <w:lang w:val="en-GB"/>
              </w:rPr>
              <w:t xml:space="preserve"> </w:t>
            </w:r>
            <w:r w:rsidRPr="000F4D52">
              <w:rPr>
                <w:rFonts w:eastAsiaTheme="minorEastAsia" w:cstheme="majorHAnsi"/>
                <w:bCs w:val="0"/>
                <w:i w:val="0"/>
                <w:iCs w:val="0"/>
                <w:szCs w:val="22"/>
              </w:rPr>
              <w:t>Supplier Registration Form</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Реєстраційна</w:t>
            </w:r>
            <w:proofErr w:type="spellEnd"/>
            <w:r w:rsidRPr="000F4D52">
              <w:rPr>
                <w:rFonts w:eastAsiaTheme="minorEastAsia" w:cstheme="majorHAnsi"/>
                <w:bCs w:val="0"/>
                <w:i w:val="0"/>
                <w:iCs w:val="0"/>
                <w:szCs w:val="22"/>
                <w:lang w:val="uk-UA"/>
              </w:rPr>
              <w:t xml:space="preserve"> </w:t>
            </w:r>
            <w:proofErr w:type="spellStart"/>
            <w:r w:rsidRPr="000F4D52">
              <w:rPr>
                <w:rFonts w:eastAsiaTheme="minorEastAsia" w:cstheme="majorHAnsi"/>
                <w:bCs w:val="0"/>
                <w:i w:val="0"/>
                <w:iCs w:val="0"/>
                <w:szCs w:val="22"/>
              </w:rPr>
              <w:t>форма</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A36FF3" w:rsidRPr="00FA4FA5"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B736863" w14:textId="65BE057D" w:rsidR="00A36FF3" w:rsidRPr="00FA4FA5"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All participants to complete</w:t>
            </w:r>
            <w:r>
              <w:rPr>
                <w:rFonts w:eastAsiaTheme="minorEastAsia" w:cstheme="majorHAnsi"/>
                <w:bCs w:val="0"/>
                <w:i w:val="0"/>
                <w:iCs w:val="0"/>
                <w:szCs w:val="22"/>
                <w:lang w:val="uk-UA"/>
              </w:rPr>
              <w:t xml:space="preserve"> </w:t>
            </w:r>
            <w:r>
              <w:rPr>
                <w:rFonts w:eastAsiaTheme="minorEastAsia" w:cstheme="majorHAnsi"/>
                <w:bCs w:val="0"/>
                <w:i w:val="0"/>
                <w:iCs w:val="0"/>
                <w:szCs w:val="22"/>
                <w:lang w:val="en-GB"/>
              </w:rPr>
              <w:t>the first page</w:t>
            </w:r>
            <w:r w:rsidRPr="00FA4FA5">
              <w:rPr>
                <w:rFonts w:eastAsiaTheme="minorEastAsia" w:cstheme="majorHAnsi"/>
                <w:bCs w:val="0"/>
                <w:i w:val="0"/>
                <w:iCs w:val="0"/>
                <w:szCs w:val="22"/>
              </w:rPr>
              <w:t xml:space="preserv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першу</w:t>
            </w:r>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сторінку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англ.мовою</w:t>
            </w:r>
            <w:proofErr w:type="spellEnd"/>
            <w:r w:rsidRPr="00FA4FA5">
              <w:rPr>
                <w:rFonts w:eastAsiaTheme="minorEastAsia" w:cstheme="majorHAnsi"/>
                <w:bCs w:val="0"/>
                <w:i w:val="0"/>
                <w:iCs w:val="0"/>
                <w:szCs w:val="22"/>
              </w:rPr>
              <w:t xml:space="preserve"> </w:t>
            </w:r>
          </w:p>
        </w:tc>
      </w:tr>
      <w:tr w:rsidR="00A36FF3"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1C795318" w14:textId="496E6DEF" w:rsidR="00A36FF3" w:rsidRPr="00FA4FA5" w:rsidRDefault="00A36FF3" w:rsidP="00A36FF3">
            <w:pPr>
              <w:pStyle w:val="norm"/>
              <w:keepNext w:val="0"/>
              <w:spacing w:before="0" w:after="0"/>
              <w:outlineLvl w:val="9"/>
              <w:rPr>
                <w:rFonts w:eastAsiaTheme="minorEastAsia" w:cstheme="majorHAnsi"/>
                <w:bCs w:val="0"/>
                <w:i w:val="0"/>
                <w:iCs w:val="0"/>
                <w:szCs w:val="22"/>
              </w:rPr>
            </w:pPr>
            <w:r w:rsidRPr="00672BBC">
              <w:rPr>
                <w:rFonts w:eastAsiaTheme="minorEastAsia" w:cstheme="majorHAnsi"/>
                <w:b/>
                <w:i w:val="0"/>
                <w:iCs w:val="0"/>
                <w:szCs w:val="22"/>
                <w:lang w:val="en-GB"/>
              </w:rPr>
              <w:lastRenderedPageBreak/>
              <w:t>Annex 3:</w:t>
            </w:r>
            <w:r w:rsidRPr="000F4D52">
              <w:rPr>
                <w:rFonts w:eastAsiaTheme="minorEastAsia" w:cstheme="majorHAnsi"/>
                <w:bCs w:val="0"/>
                <w:i w:val="0"/>
                <w:iCs w:val="0"/>
                <w:szCs w:val="22"/>
                <w:lang w:val="en-GB"/>
              </w:rPr>
              <w:t xml:space="preserve"> </w:t>
            </w:r>
            <w:r w:rsidRPr="000F4D52">
              <w:rPr>
                <w:rFonts w:eastAsiaTheme="minorEastAsia" w:cstheme="majorHAnsi"/>
                <w:bCs w:val="0"/>
                <w:i w:val="0"/>
                <w:iCs w:val="0"/>
                <w:szCs w:val="22"/>
              </w:rPr>
              <w:t>Non- Staff Code of Conduct</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Код</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корпоративної</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етики</w:t>
            </w:r>
            <w:proofErr w:type="spellEnd"/>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A36FF3" w:rsidRPr="00FA4FA5"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83DFAE7" w14:textId="5A413C92" w:rsidR="00A36FF3" w:rsidRPr="00896DBD"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w:t>
            </w:r>
            <w:r w:rsidRPr="000F4D52">
              <w:rPr>
                <w:rFonts w:eastAsiaTheme="minorEastAsia" w:cstheme="majorHAnsi"/>
                <w:bCs w:val="0"/>
                <w:i w:val="0"/>
                <w:iCs w:val="0"/>
                <w:szCs w:val="22"/>
              </w:rPr>
              <w:t>All participants sign</w:t>
            </w:r>
            <w:r>
              <w:rPr>
                <w:rFonts w:eastAsiaTheme="minorEastAsia" w:cstheme="majorHAnsi"/>
                <w:bCs w:val="0"/>
                <w:i w:val="0"/>
                <w:iCs w:val="0"/>
                <w:szCs w:val="22"/>
                <w:lang w:val="uk-UA"/>
              </w:rPr>
              <w:t xml:space="preserve"> </w:t>
            </w:r>
            <w:r w:rsidRPr="00672BBC">
              <w:rPr>
                <w:rFonts w:eastAsiaTheme="minorEastAsia" w:cstheme="majorHAnsi"/>
                <w:bCs w:val="0"/>
                <w:i w:val="0"/>
                <w:iCs w:val="0"/>
                <w:szCs w:val="22"/>
                <w:lang w:val="uk-UA"/>
              </w:rPr>
              <w:t>and send in pdf* format</w:t>
            </w:r>
            <w:r w:rsidRPr="000F4D52">
              <w:rPr>
                <w:rFonts w:eastAsiaTheme="minorEastAsia" w:cstheme="majorHAnsi"/>
                <w:bCs w:val="0"/>
                <w:i w:val="0"/>
                <w:iCs w:val="0"/>
                <w:szCs w:val="22"/>
              </w:rPr>
              <w:t xml:space="preserve"> / </w:t>
            </w:r>
            <w:proofErr w:type="spellStart"/>
            <w:r w:rsidRPr="000F4D52">
              <w:rPr>
                <w:rFonts w:eastAsiaTheme="minorEastAsia" w:cstheme="majorHAnsi"/>
                <w:bCs w:val="0"/>
                <w:i w:val="0"/>
                <w:iCs w:val="0"/>
                <w:szCs w:val="22"/>
              </w:rPr>
              <w:t>всі</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учасники</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підписують</w:t>
            </w:r>
            <w:proofErr w:type="spellEnd"/>
            <w:r w:rsidRPr="000F4D52">
              <w:rPr>
                <w:rFonts w:eastAsiaTheme="minorEastAsia" w:cstheme="majorHAnsi"/>
                <w:bCs w:val="0"/>
                <w:i w:val="0"/>
                <w:iCs w:val="0"/>
                <w:szCs w:val="22"/>
              </w:rPr>
              <w:t xml:space="preserve"> і </w:t>
            </w:r>
            <w:proofErr w:type="spellStart"/>
            <w:r w:rsidRPr="000F4D52">
              <w:rPr>
                <w:rFonts w:eastAsiaTheme="minorEastAsia" w:cstheme="majorHAnsi"/>
                <w:bCs w:val="0"/>
                <w:i w:val="0"/>
                <w:iCs w:val="0"/>
                <w:szCs w:val="22"/>
              </w:rPr>
              <w:t>присилають</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скан</w:t>
            </w:r>
            <w:proofErr w:type="spellEnd"/>
            <w:r w:rsidRPr="000F4D52">
              <w:rPr>
                <w:rFonts w:eastAsiaTheme="minorEastAsia" w:cstheme="majorHAnsi"/>
                <w:bCs w:val="0"/>
                <w:i w:val="0"/>
                <w:iCs w:val="0"/>
                <w:szCs w:val="22"/>
                <w:lang w:val="uk-UA"/>
              </w:rPr>
              <w:t xml:space="preserve"> у форматі </w:t>
            </w:r>
            <w:r w:rsidRPr="000F4D52">
              <w:rPr>
                <w:rFonts w:eastAsiaTheme="minorEastAsia" w:cstheme="majorHAnsi"/>
                <w:bCs w:val="0"/>
                <w:i w:val="0"/>
                <w:iCs w:val="0"/>
                <w:szCs w:val="22"/>
              </w:rPr>
              <w:t>pdf*</w:t>
            </w:r>
            <w:r>
              <w:rPr>
                <w:rFonts w:eastAsiaTheme="minorEastAsia" w:cstheme="majorHAnsi"/>
                <w:bCs w:val="0"/>
                <w:i w:val="0"/>
                <w:iCs w:val="0"/>
                <w:szCs w:val="22"/>
                <w:lang w:val="uk-UA"/>
              </w:rPr>
              <w:t xml:space="preserve"> </w:t>
            </w:r>
          </w:p>
        </w:tc>
      </w:tr>
      <w:tr w:rsidR="00A36FF3" w:rsidRPr="00FA4FA5" w14:paraId="5CE4CEDD"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4EC44150" w14:textId="60D53C6C" w:rsidR="00A36FF3" w:rsidRPr="00CF6BB8" w:rsidRDefault="00A36FF3" w:rsidP="00A36FF3">
            <w:pPr>
              <w:pStyle w:val="norm"/>
              <w:keepNext w:val="0"/>
              <w:spacing w:before="0" w:after="0"/>
              <w:outlineLvl w:val="9"/>
              <w:rPr>
                <w:rFonts w:cstheme="majorHAnsi"/>
                <w:szCs w:val="22"/>
                <w:lang w:val="uk-UA"/>
              </w:rPr>
            </w:pPr>
            <w:r w:rsidRPr="000F4D52">
              <w:rPr>
                <w:rFonts w:eastAsiaTheme="minorEastAsia" w:cstheme="majorHAnsi"/>
                <w:bCs w:val="0"/>
                <w:i w:val="0"/>
                <w:iCs w:val="0"/>
                <w:szCs w:val="22"/>
              </w:rPr>
              <w:t xml:space="preserve">Copy of supplier </w:t>
            </w:r>
            <w:r w:rsidRPr="00672BBC">
              <w:rPr>
                <w:rFonts w:eastAsiaTheme="minorEastAsia" w:cstheme="majorHAnsi"/>
                <w:b/>
                <w:i w:val="0"/>
                <w:iCs w:val="0"/>
                <w:szCs w:val="22"/>
              </w:rPr>
              <w:t xml:space="preserve">registration documents </w:t>
            </w:r>
            <w:r w:rsidRPr="000F4D52">
              <w:rPr>
                <w:rFonts w:eastAsiaTheme="minorEastAsia" w:cstheme="majorHAnsi"/>
                <w:bCs w:val="0"/>
                <w:i w:val="0"/>
                <w:iCs w:val="0"/>
                <w:szCs w:val="22"/>
              </w:rPr>
              <w:t>and all necessary</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certificates and licenses / </w:t>
            </w:r>
            <w:proofErr w:type="spellStart"/>
            <w:r w:rsidRPr="000F4D52">
              <w:rPr>
                <w:rFonts w:eastAsiaTheme="minorEastAsia" w:cstheme="majorHAnsi"/>
                <w:bCs w:val="0"/>
                <w:i w:val="0"/>
                <w:iCs w:val="0"/>
                <w:szCs w:val="22"/>
              </w:rPr>
              <w:t>Копії</w:t>
            </w:r>
            <w:proofErr w:type="spellEnd"/>
            <w:r w:rsidRPr="000F4D52">
              <w:rPr>
                <w:rFonts w:eastAsiaTheme="minorEastAsia" w:cstheme="majorHAnsi"/>
                <w:bCs w:val="0"/>
                <w:i w:val="0"/>
                <w:iCs w:val="0"/>
                <w:szCs w:val="22"/>
              </w:rPr>
              <w:t xml:space="preserve"> </w:t>
            </w:r>
            <w:proofErr w:type="spellStart"/>
            <w:r w:rsidRPr="00672BBC">
              <w:rPr>
                <w:rFonts w:eastAsiaTheme="minorEastAsia" w:cstheme="majorHAnsi"/>
                <w:b/>
                <w:i w:val="0"/>
                <w:iCs w:val="0"/>
                <w:szCs w:val="22"/>
              </w:rPr>
              <w:t>реєстраційних</w:t>
            </w:r>
            <w:proofErr w:type="spellEnd"/>
            <w:r w:rsidRPr="00672BBC">
              <w:rPr>
                <w:rFonts w:eastAsiaTheme="minorEastAsia" w:cstheme="majorHAnsi"/>
                <w:b/>
                <w:i w:val="0"/>
                <w:iCs w:val="0"/>
                <w:szCs w:val="22"/>
              </w:rPr>
              <w:t xml:space="preserve"> </w:t>
            </w:r>
            <w:proofErr w:type="spellStart"/>
            <w:r w:rsidRPr="00672BBC">
              <w:rPr>
                <w:rFonts w:eastAsiaTheme="minorEastAsia" w:cstheme="majorHAnsi"/>
                <w:b/>
                <w:i w:val="0"/>
                <w:iCs w:val="0"/>
                <w:szCs w:val="22"/>
              </w:rPr>
              <w:t>документів</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постачальника</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та</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необхідних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сертифікатів</w:t>
            </w:r>
            <w:proofErr w:type="spellEnd"/>
            <w:r w:rsidRPr="000F4D52">
              <w:rPr>
                <w:rFonts w:eastAsiaTheme="minorEastAsia" w:cstheme="majorHAnsi"/>
                <w:bCs w:val="0"/>
                <w:i w:val="0"/>
                <w:iCs w:val="0"/>
                <w:szCs w:val="22"/>
              </w:rPr>
              <w:t xml:space="preserve"> і </w:t>
            </w:r>
            <w:proofErr w:type="spellStart"/>
            <w:r w:rsidRPr="000F4D52">
              <w:rPr>
                <w:rFonts w:eastAsiaTheme="minorEastAsia" w:cstheme="majorHAnsi"/>
                <w:bCs w:val="0"/>
                <w:i w:val="0"/>
                <w:iCs w:val="0"/>
                <w:szCs w:val="22"/>
              </w:rPr>
              <w:t>ліцензій</w:t>
            </w:r>
            <w:proofErr w:type="spellEnd"/>
          </w:p>
        </w:tc>
        <w:tc>
          <w:tcPr>
            <w:tcW w:w="3722" w:type="dxa"/>
            <w:tcBorders>
              <w:top w:val="single" w:sz="4" w:space="0" w:color="auto"/>
              <w:left w:val="single" w:sz="4" w:space="0" w:color="auto"/>
              <w:bottom w:val="single" w:sz="4" w:space="0" w:color="auto"/>
              <w:right w:val="single" w:sz="4" w:space="0" w:color="auto"/>
            </w:tcBorders>
          </w:tcPr>
          <w:p w14:paraId="5A0A8968" w14:textId="3370C54D" w:rsidR="00A36FF3" w:rsidRPr="00FA4FA5"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049A6C11" w14:textId="677EE00B" w:rsidR="00A36FF3" w:rsidRPr="00122F47" w:rsidRDefault="00A36FF3" w:rsidP="00A36FF3">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 xml:space="preserve">All participants to </w:t>
            </w:r>
            <w:r>
              <w:rPr>
                <w:rFonts w:eastAsiaTheme="minorEastAsia" w:cstheme="majorHAnsi"/>
                <w:bCs w:val="0"/>
                <w:i w:val="0"/>
                <w:iCs w:val="0"/>
                <w:szCs w:val="22"/>
              </w:rPr>
              <w:t>provide</w:t>
            </w:r>
            <w:r w:rsidRPr="00FA4FA5">
              <w:rPr>
                <w:rFonts w:eastAsiaTheme="minorEastAsia" w:cstheme="majorHAnsi"/>
                <w:bCs w:val="0"/>
                <w:i w:val="0"/>
                <w:iCs w:val="0"/>
                <w:szCs w:val="22"/>
              </w:rPr>
              <w:t xml:space="preserv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надають</w:t>
            </w:r>
          </w:p>
          <w:p w14:paraId="61463179" w14:textId="691805D1" w:rsidR="00A36FF3" w:rsidRPr="00122F47" w:rsidRDefault="00A36FF3" w:rsidP="00A36FF3">
            <w:pPr>
              <w:pStyle w:val="norm"/>
              <w:keepNext w:val="0"/>
              <w:spacing w:before="0" w:after="0"/>
              <w:jc w:val="both"/>
              <w:outlineLvl w:val="9"/>
              <w:rPr>
                <w:rFonts w:eastAsiaTheme="minorEastAsia" w:cstheme="majorHAnsi"/>
                <w:bCs w:val="0"/>
                <w:i w:val="0"/>
                <w:iCs w:val="0"/>
                <w:szCs w:val="22"/>
                <w:lang w:val="en-GB"/>
              </w:rPr>
            </w:pPr>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3" w:name="_Ref500326737"/>
    </w:p>
    <w:p w14:paraId="6BB2C957" w14:textId="2040CF5C" w:rsidR="007F7DBC" w:rsidRPr="007F7DBC"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00C55380">
        <w:rPr>
          <w:rFonts w:asciiTheme="majorHAnsi" w:hAnsiTheme="majorHAnsi" w:cstheme="majorHAnsi"/>
          <w:sz w:val="22"/>
          <w:lang w:val="uk-UA"/>
        </w:rPr>
        <w:t xml:space="preserve"> </w:t>
      </w:r>
      <w:hyperlink r:id="rId21" w:history="1">
        <w:r w:rsidR="00C55380" w:rsidRPr="008169D3">
          <w:rPr>
            <w:rStyle w:val="Hyperlink"/>
          </w:rPr>
          <w:t>ukraine</w:t>
        </w:r>
        <w:r w:rsidR="00C55380" w:rsidRPr="008169D3">
          <w:rPr>
            <w:rStyle w:val="Hyperlink"/>
            <w:lang w:val="uk-UA"/>
          </w:rPr>
          <w:t>.</w:t>
        </w:r>
        <w:r w:rsidR="00C55380" w:rsidRPr="008169D3">
          <w:rPr>
            <w:rStyle w:val="Hyperlink"/>
          </w:rPr>
          <w:t>procurement</w:t>
        </w:r>
        <w:r w:rsidR="00C55380" w:rsidRPr="008169D3">
          <w:rPr>
            <w:rStyle w:val="Hyperlink"/>
            <w:lang w:val="uk-UA"/>
          </w:rPr>
          <w:t>@</w:t>
        </w:r>
        <w:r w:rsidR="00C55380" w:rsidRPr="008169D3">
          <w:rPr>
            <w:rStyle w:val="Hyperlink"/>
          </w:rPr>
          <w:t>plan</w:t>
        </w:r>
        <w:r w:rsidR="00C55380" w:rsidRPr="008169D3">
          <w:rPr>
            <w:rStyle w:val="Hyperlink"/>
            <w:lang w:val="uk-UA"/>
          </w:rPr>
          <w:t>-</w:t>
        </w:r>
        <w:r w:rsidR="00C55380" w:rsidRPr="008169D3">
          <w:rPr>
            <w:rStyle w:val="Hyperlink"/>
          </w:rPr>
          <w:t>international</w:t>
        </w:r>
        <w:r w:rsidR="00C55380" w:rsidRPr="008169D3">
          <w:rPr>
            <w:rStyle w:val="Hyperlink"/>
            <w:lang w:val="uk-UA"/>
          </w:rPr>
          <w:t>.</w:t>
        </w:r>
        <w:r w:rsidR="00C55380" w:rsidRPr="008169D3">
          <w:rPr>
            <w:rStyle w:val="Hyperlink"/>
          </w:rPr>
          <w:t>org</w:t>
        </w:r>
      </w:hyperlink>
      <w:r w:rsidR="00C55380">
        <w:rPr>
          <w:rStyle w:val="Hyperlink"/>
          <w:lang w:val="uk-UA"/>
        </w:rPr>
        <w:t>,</w:t>
      </w:r>
      <w:r w:rsidR="001173C8">
        <w:rPr>
          <w:rFonts w:asciiTheme="majorHAnsi" w:hAnsiTheme="majorHAnsi" w:cstheme="majorHAnsi"/>
          <w:sz w:val="22"/>
        </w:rPr>
        <w:t xml:space="preserve"> </w:t>
      </w:r>
      <w:hyperlink r:id="rId22" w:history="1">
        <w:r w:rsidR="001173C8" w:rsidRPr="00AE1FA8">
          <w:rPr>
            <w:rStyle w:val="Hyperlink"/>
            <w:rFonts w:asciiTheme="majorHAnsi" w:hAnsiTheme="majorHAnsi" w:cstheme="majorHAnsi"/>
            <w:sz w:val="22"/>
          </w:rPr>
          <w:t>lesia.tsipkun@plan-international.org</w:t>
        </w:r>
      </w:hyperlink>
      <w:r w:rsidR="00C55380">
        <w:rPr>
          <w:rStyle w:val="Hyperlink"/>
          <w:rFonts w:asciiTheme="majorHAnsi" w:hAnsiTheme="majorHAnsi" w:cstheme="majorHAnsi"/>
          <w:sz w:val="22"/>
          <w:lang w:val="uk-UA"/>
        </w:rPr>
        <w:t>,</w:t>
      </w:r>
      <w:r w:rsidR="007F7DBC">
        <w:rPr>
          <w:rFonts w:asciiTheme="majorHAnsi" w:hAnsiTheme="majorHAnsi" w:cstheme="majorHAnsi"/>
          <w:sz w:val="22"/>
          <w:lang w:val="uk-UA"/>
        </w:rPr>
        <w:t xml:space="preserve"> </w:t>
      </w:r>
      <w:hyperlink r:id="rId23" w:history="1">
        <w:r w:rsidR="001173C8" w:rsidRPr="001173C8">
          <w:rPr>
            <w:rStyle w:val="Hyperlink"/>
            <w:rFonts w:asciiTheme="majorHAnsi" w:hAnsiTheme="majorHAnsi" w:cstheme="majorHAnsi"/>
            <w:sz w:val="22"/>
            <w:lang w:val="en-US"/>
          </w:rPr>
          <w:t>Mykhailo.Prokopets@plan-international.org</w:t>
        </w:r>
      </w:hyperlink>
      <w:r w:rsidR="007F7DBC">
        <w:rPr>
          <w:rFonts w:asciiTheme="majorHAnsi" w:hAnsiTheme="majorHAnsi" w:cstheme="majorHAnsi"/>
          <w:sz w:val="22"/>
          <w:lang w:val="uk-UA"/>
        </w:rPr>
        <w:t>,</w:t>
      </w:r>
      <w:r w:rsidR="00154672">
        <w:rPr>
          <w:rFonts w:asciiTheme="majorHAnsi" w:hAnsiTheme="majorHAnsi" w:cstheme="majorHAnsi"/>
          <w:sz w:val="22"/>
        </w:rPr>
        <w:t xml:space="preserve"> </w:t>
      </w:r>
      <w:hyperlink r:id="rId24" w:history="1">
        <w:r w:rsidR="007F7DBC" w:rsidRPr="008169D3">
          <w:rPr>
            <w:rStyle w:val="Hyperlink"/>
          </w:rPr>
          <w:t>iryna</w:t>
        </w:r>
        <w:r w:rsidR="007F7DBC" w:rsidRPr="008169D3">
          <w:rPr>
            <w:rStyle w:val="Hyperlink"/>
            <w:lang w:val="uk-UA"/>
          </w:rPr>
          <w:t>.</w:t>
        </w:r>
        <w:r w:rsidR="007F7DBC" w:rsidRPr="008169D3">
          <w:rPr>
            <w:rStyle w:val="Hyperlink"/>
          </w:rPr>
          <w:t>gaidai</w:t>
        </w:r>
        <w:r w:rsidR="007F7DBC" w:rsidRPr="008169D3">
          <w:rPr>
            <w:rStyle w:val="Hyperlink"/>
            <w:lang w:val="uk-UA"/>
          </w:rPr>
          <w:t>@</w:t>
        </w:r>
        <w:r w:rsidR="007F7DBC" w:rsidRPr="008169D3">
          <w:rPr>
            <w:rStyle w:val="Hyperlink"/>
          </w:rPr>
          <w:t>plan</w:t>
        </w:r>
        <w:r w:rsidR="007F7DBC" w:rsidRPr="008169D3">
          <w:rPr>
            <w:rStyle w:val="Hyperlink"/>
            <w:lang w:val="uk-UA"/>
          </w:rPr>
          <w:t>-</w:t>
        </w:r>
        <w:r w:rsidR="007F7DBC" w:rsidRPr="008169D3">
          <w:rPr>
            <w:rStyle w:val="Hyperlink"/>
          </w:rPr>
          <w:t>international</w:t>
        </w:r>
        <w:r w:rsidR="007F7DBC" w:rsidRPr="008169D3">
          <w:rPr>
            <w:rStyle w:val="Hyperlink"/>
            <w:lang w:val="uk-UA"/>
          </w:rPr>
          <w:t>.</w:t>
        </w:r>
        <w:r w:rsidR="007F7DBC" w:rsidRPr="008169D3">
          <w:rPr>
            <w:rStyle w:val="Hyperlink"/>
          </w:rPr>
          <w:t>org</w:t>
        </w:r>
      </w:hyperlink>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7F7DBC">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3"/>
    <w:p w14:paraId="10AE3897" w14:textId="77777777" w:rsidR="00640211" w:rsidRPr="007F7DBC" w:rsidRDefault="00640211" w:rsidP="00640211">
      <w:pPr>
        <w:pStyle w:val="norm"/>
        <w:keepNext w:val="0"/>
        <w:spacing w:before="0" w:after="0"/>
        <w:jc w:val="both"/>
        <w:outlineLvl w:val="9"/>
        <w:rPr>
          <w:rFonts w:cstheme="majorHAnsi"/>
          <w:i w:val="0"/>
          <w:szCs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04C29"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04C29">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04C29">
        <w:rPr>
          <w:rFonts w:cstheme="majorHAnsi"/>
          <w:i w:val="0"/>
          <w:szCs w:val="22"/>
          <w:lang w:val="ru-RU"/>
        </w:rPr>
        <w:t>План</w:t>
      </w:r>
      <w:r w:rsidR="00996EC7" w:rsidRPr="00FA4FA5">
        <w:rPr>
          <w:rFonts w:cstheme="majorHAnsi"/>
          <w:i w:val="0"/>
          <w:szCs w:val="22"/>
          <w:lang w:val="uk-UA"/>
        </w:rPr>
        <w:t>»</w:t>
      </w:r>
      <w:r w:rsidR="00996EC7" w:rsidRPr="00E04C29">
        <w:rPr>
          <w:rFonts w:cstheme="majorHAnsi"/>
          <w:i w:val="0"/>
          <w:szCs w:val="22"/>
          <w:lang w:val="ru-RU"/>
        </w:rPr>
        <w:t>.</w:t>
      </w:r>
    </w:p>
    <w:p w14:paraId="10AE389B" w14:textId="77777777" w:rsidR="00640211" w:rsidRPr="00E04C29"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04C29"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04C29"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04C29">
        <w:rPr>
          <w:rFonts w:cstheme="majorHAnsi"/>
          <w:i w:val="0"/>
          <w:szCs w:val="22"/>
          <w:lang w:val="uk-UA"/>
        </w:rPr>
        <w:t xml:space="preserve"> </w:t>
      </w:r>
      <w:r w:rsidRPr="00FA4FA5">
        <w:rPr>
          <w:rFonts w:cstheme="majorHAnsi"/>
          <w:i w:val="0"/>
          <w:szCs w:val="22"/>
        </w:rPr>
        <w:t>international</w:t>
      </w:r>
      <w:r w:rsidRPr="00E04C29">
        <w:rPr>
          <w:rFonts w:cstheme="majorHAnsi"/>
          <w:i w:val="0"/>
          <w:szCs w:val="22"/>
          <w:lang w:val="uk-UA"/>
        </w:rPr>
        <w:t xml:space="preserve"> </w:t>
      </w:r>
      <w:r w:rsidRPr="00FA4FA5">
        <w:rPr>
          <w:rFonts w:cstheme="majorHAnsi"/>
          <w:i w:val="0"/>
          <w:szCs w:val="22"/>
        </w:rPr>
        <w:t>shall</w:t>
      </w:r>
      <w:r w:rsidRPr="00E04C29">
        <w:rPr>
          <w:rFonts w:cstheme="majorHAnsi"/>
          <w:i w:val="0"/>
          <w:szCs w:val="22"/>
          <w:lang w:val="uk-UA"/>
        </w:rPr>
        <w:t xml:space="preserve"> </w:t>
      </w:r>
      <w:r w:rsidRPr="00FA4FA5">
        <w:rPr>
          <w:rFonts w:cstheme="majorHAnsi"/>
          <w:i w:val="0"/>
          <w:szCs w:val="22"/>
        </w:rPr>
        <w:t>be</w:t>
      </w:r>
      <w:r w:rsidRPr="00E04C29">
        <w:rPr>
          <w:rFonts w:cstheme="majorHAnsi"/>
          <w:i w:val="0"/>
          <w:szCs w:val="22"/>
          <w:lang w:val="uk-UA"/>
        </w:rPr>
        <w:t xml:space="preserve"> </w:t>
      </w:r>
      <w:r w:rsidRPr="00FA4FA5">
        <w:rPr>
          <w:rFonts w:cstheme="majorHAnsi"/>
          <w:i w:val="0"/>
          <w:szCs w:val="22"/>
        </w:rPr>
        <w:t>free</w:t>
      </w:r>
      <w:r w:rsidRPr="00E04C29">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04C29">
        <w:rPr>
          <w:rFonts w:cstheme="majorHAnsi"/>
          <w:i w:val="0"/>
          <w:szCs w:val="22"/>
          <w:lang w:val="uk-UA"/>
        </w:rPr>
        <w:t>:</w:t>
      </w:r>
    </w:p>
    <w:p w14:paraId="10AE389F" w14:textId="2C465EC4"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повністю або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Part of the evaluation process may include a presentation from the supplier and a site visit by Plan International staff, to offices.</w:t>
      </w:r>
      <w:r w:rsidR="00996EC7" w:rsidRPr="00FA4FA5">
        <w:rPr>
          <w:rFonts w:asciiTheme="majorHAnsi" w:hAnsiTheme="majorHAnsi" w:cstheme="majorHAnsi"/>
          <w:bCs/>
          <w:sz w:val="22"/>
          <w:lang w:val="uk-UA"/>
        </w:rPr>
        <w:t>/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04C29"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Women-owned businesses and companies actively engaged or advancing gender equality and women empowerment in the workplace are especially encouraged to apply.</w:t>
      </w:r>
      <w:r w:rsidR="00996EC7" w:rsidRPr="00FA4FA5">
        <w:rPr>
          <w:rFonts w:asciiTheme="majorHAnsi" w:hAnsiTheme="majorHAnsi" w:cstheme="majorHAnsi"/>
          <w:b/>
          <w:bCs/>
          <w:sz w:val="22"/>
          <w:lang w:val="uk-UA"/>
        </w:rPr>
        <w:t>/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E04C29">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w:t>
      </w:r>
      <w:r w:rsidRPr="00E04C29">
        <w:rPr>
          <w:rFonts w:cstheme="majorHAnsi"/>
          <w:bCs w:val="0"/>
          <w:i w:val="0"/>
          <w:szCs w:val="22"/>
          <w:lang w:val="uk-UA"/>
        </w:rPr>
        <w:t xml:space="preserve"> </w:t>
      </w:r>
      <w:r w:rsidRPr="00FA4FA5">
        <w:rPr>
          <w:rFonts w:cstheme="majorHAnsi"/>
          <w:bCs w:val="0"/>
          <w:i w:val="0"/>
          <w:szCs w:val="22"/>
        </w:rPr>
        <w:t>for</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very</w:t>
      </w:r>
      <w:r w:rsidRPr="00E04C29">
        <w:rPr>
          <w:rFonts w:cstheme="majorHAnsi"/>
          <w:bCs w:val="0"/>
          <w:i w:val="0"/>
          <w:szCs w:val="22"/>
          <w:lang w:val="uk-UA"/>
        </w:rPr>
        <w:t xml:space="preserve"> </w:t>
      </w:r>
      <w:r w:rsidRPr="00FA4FA5">
        <w:rPr>
          <w:rFonts w:cstheme="majorHAnsi"/>
          <w:bCs w:val="0"/>
          <w:i w:val="0"/>
          <w:szCs w:val="22"/>
        </w:rPr>
        <w:t>important</w:t>
      </w:r>
      <w:r w:rsidRPr="00E04C29">
        <w:rPr>
          <w:rFonts w:cstheme="majorHAnsi"/>
          <w:bCs w:val="0"/>
          <w:i w:val="0"/>
          <w:szCs w:val="22"/>
          <w:lang w:val="uk-UA"/>
        </w:rPr>
        <w:t xml:space="preserve"> </w:t>
      </w:r>
      <w:r w:rsidRPr="00FA4FA5">
        <w:rPr>
          <w:rFonts w:cstheme="majorHAnsi"/>
          <w:bCs w:val="0"/>
          <w:i w:val="0"/>
          <w:szCs w:val="22"/>
        </w:rPr>
        <w:t>to</w:t>
      </w:r>
      <w:r w:rsidRPr="00E04C29">
        <w:rPr>
          <w:rFonts w:cstheme="majorHAnsi"/>
          <w:bCs w:val="0"/>
          <w:i w:val="0"/>
          <w:szCs w:val="22"/>
          <w:lang w:val="uk-UA"/>
        </w:rPr>
        <w:t xml:space="preserve"> </w:t>
      </w:r>
      <w:r w:rsidRPr="00FA4FA5">
        <w:rPr>
          <w:rFonts w:cstheme="majorHAnsi"/>
          <w:bCs w:val="0"/>
          <w:i w:val="0"/>
          <w:szCs w:val="22"/>
        </w:rPr>
        <w:t>Plan</w:t>
      </w:r>
      <w:r w:rsidRPr="00E04C29">
        <w:rPr>
          <w:rFonts w:cstheme="majorHAnsi"/>
          <w:bCs w:val="0"/>
          <w:i w:val="0"/>
          <w:szCs w:val="22"/>
          <w:lang w:val="uk-UA"/>
        </w:rPr>
        <w:t xml:space="preserve"> </w:t>
      </w:r>
      <w:r w:rsidRPr="00FA4FA5">
        <w:rPr>
          <w:rFonts w:cstheme="majorHAnsi"/>
          <w:bCs w:val="0"/>
          <w:i w:val="0"/>
          <w:szCs w:val="22"/>
        </w:rPr>
        <w:t>International</w:t>
      </w:r>
      <w:r w:rsidRPr="00E04C29">
        <w:rPr>
          <w:rFonts w:cstheme="majorHAnsi"/>
          <w:bCs w:val="0"/>
          <w:i w:val="0"/>
          <w:szCs w:val="22"/>
          <w:lang w:val="uk-UA"/>
        </w:rPr>
        <w:t xml:space="preserve">, </w:t>
      </w:r>
      <w:r w:rsidRPr="00FA4FA5">
        <w:rPr>
          <w:rFonts w:cstheme="majorHAnsi"/>
          <w:bCs w:val="0"/>
          <w:i w:val="0"/>
          <w:szCs w:val="22"/>
        </w:rPr>
        <w:t>as</w:t>
      </w:r>
      <w:r w:rsidRPr="00E04C29">
        <w:rPr>
          <w:rFonts w:cstheme="majorHAnsi"/>
          <w:bCs w:val="0"/>
          <w:i w:val="0"/>
          <w:szCs w:val="22"/>
          <w:lang w:val="uk-UA"/>
        </w:rPr>
        <w:t xml:space="preserve"> </w:t>
      </w:r>
      <w:r w:rsidRPr="00FA4FA5">
        <w:rPr>
          <w:rFonts w:cstheme="majorHAnsi"/>
          <w:bCs w:val="0"/>
          <w:i w:val="0"/>
          <w:szCs w:val="22"/>
        </w:rPr>
        <w:t>every</w:t>
      </w:r>
      <w:r w:rsidRPr="00E04C29">
        <w:rPr>
          <w:rFonts w:cstheme="majorHAnsi"/>
          <w:bCs w:val="0"/>
          <w:i w:val="0"/>
          <w:szCs w:val="22"/>
          <w:lang w:val="uk-UA"/>
        </w:rPr>
        <w:t xml:space="preserve"> </w:t>
      </w:r>
      <w:r w:rsidRPr="00FA4FA5">
        <w:rPr>
          <w:rFonts w:cstheme="majorHAnsi"/>
          <w:bCs w:val="0"/>
          <w:i w:val="0"/>
          <w:szCs w:val="22"/>
        </w:rPr>
        <w:t>additional</w:t>
      </w:r>
      <w:r w:rsidRPr="00E04C29">
        <w:rPr>
          <w:rFonts w:cstheme="majorHAnsi"/>
          <w:bCs w:val="0"/>
          <w:i w:val="0"/>
          <w:szCs w:val="22"/>
          <w:lang w:val="uk-UA"/>
        </w:rPr>
        <w:t xml:space="preserve"> £ </w:t>
      </w:r>
      <w:r w:rsidRPr="00FA4FA5">
        <w:rPr>
          <w:rFonts w:cstheme="majorHAnsi"/>
          <w:bCs w:val="0"/>
          <w:i w:val="0"/>
          <w:szCs w:val="22"/>
        </w:rPr>
        <w:t>saved</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that</w:t>
      </w:r>
      <w:r w:rsidRPr="00E04C29">
        <w:rPr>
          <w:rFonts w:cstheme="majorHAnsi"/>
          <w:bCs w:val="0"/>
          <w:i w:val="0"/>
          <w:szCs w:val="22"/>
          <w:lang w:val="uk-UA"/>
        </w:rPr>
        <w:t xml:space="preserve"> </w:t>
      </w:r>
      <w:r w:rsidRPr="00FA4FA5">
        <w:rPr>
          <w:rFonts w:cstheme="majorHAnsi"/>
          <w:bCs w:val="0"/>
          <w:i w:val="0"/>
          <w:szCs w:val="22"/>
        </w:rPr>
        <w:t>we</w:t>
      </w:r>
      <w:r w:rsidRPr="00E04C29">
        <w:rPr>
          <w:rFonts w:cstheme="majorHAnsi"/>
          <w:bCs w:val="0"/>
          <w:i w:val="0"/>
          <w:szCs w:val="22"/>
          <w:lang w:val="uk-UA"/>
        </w:rPr>
        <w:t xml:space="preserve"> </w:t>
      </w:r>
      <w:r w:rsidRPr="00FA4FA5">
        <w:rPr>
          <w:rFonts w:cstheme="majorHAnsi"/>
          <w:bCs w:val="0"/>
          <w:i w:val="0"/>
          <w:szCs w:val="22"/>
        </w:rPr>
        <w:t>can</w:t>
      </w:r>
      <w:r w:rsidRPr="00E04C29">
        <w:rPr>
          <w:rFonts w:cstheme="majorHAnsi"/>
          <w:bCs w:val="0"/>
          <w:i w:val="0"/>
          <w:szCs w:val="22"/>
          <w:lang w:val="uk-UA"/>
        </w:rPr>
        <w:t xml:space="preserve"> </w:t>
      </w:r>
      <w:r w:rsidRPr="00FA4FA5">
        <w:rPr>
          <w:rFonts w:cstheme="majorHAnsi"/>
          <w:bCs w:val="0"/>
          <w:i w:val="0"/>
          <w:szCs w:val="22"/>
        </w:rPr>
        <w:t>use</w:t>
      </w:r>
      <w:r w:rsidRPr="00E04C29">
        <w:rPr>
          <w:rFonts w:cstheme="majorHAnsi"/>
          <w:bCs w:val="0"/>
          <w:i w:val="0"/>
          <w:szCs w:val="22"/>
          <w:lang w:val="uk-UA"/>
        </w:rPr>
        <w:t xml:space="preserve"> </w:t>
      </w:r>
      <w:r w:rsidRPr="00FA4FA5">
        <w:rPr>
          <w:rFonts w:cstheme="majorHAnsi"/>
          <w:bCs w:val="0"/>
          <w:i w:val="0"/>
          <w:szCs w:val="22"/>
        </w:rPr>
        <w:t>on</w:t>
      </w:r>
      <w:r w:rsidRPr="00E04C29">
        <w:rPr>
          <w:rFonts w:cstheme="majorHAnsi"/>
          <w:bCs w:val="0"/>
          <w:i w:val="0"/>
          <w:szCs w:val="22"/>
          <w:lang w:val="uk-UA"/>
        </w:rPr>
        <w:t xml:space="preserve"> </w:t>
      </w:r>
      <w:r w:rsidRPr="00FA4FA5">
        <w:rPr>
          <w:rFonts w:cstheme="majorHAnsi"/>
          <w:bCs w:val="0"/>
          <w:i w:val="0"/>
          <w:szCs w:val="22"/>
        </w:rPr>
        <w:t>our</w:t>
      </w:r>
      <w:r w:rsidRPr="00E04C29">
        <w:rPr>
          <w:rFonts w:cstheme="majorHAnsi"/>
          <w:bCs w:val="0"/>
          <w:i w:val="0"/>
          <w:szCs w:val="22"/>
          <w:lang w:val="uk-UA"/>
        </w:rPr>
        <w:t xml:space="preserve"> </w:t>
      </w:r>
      <w:r w:rsidRPr="00FA4FA5">
        <w:rPr>
          <w:rFonts w:cstheme="majorHAnsi"/>
          <w:bCs w:val="0"/>
          <w:i w:val="0"/>
          <w:szCs w:val="22"/>
        </w:rPr>
        <w:t>humanitarian</w:t>
      </w:r>
      <w:r w:rsidRPr="00E04C29">
        <w:rPr>
          <w:rFonts w:cstheme="majorHAnsi"/>
          <w:bCs w:val="0"/>
          <w:i w:val="0"/>
          <w:szCs w:val="22"/>
          <w:lang w:val="uk-UA"/>
        </w:rPr>
        <w:t xml:space="preserve"> </w:t>
      </w:r>
      <w:r w:rsidRPr="00FA4FA5">
        <w:rPr>
          <w:rFonts w:cstheme="majorHAnsi"/>
          <w:bCs w:val="0"/>
          <w:i w:val="0"/>
          <w:szCs w:val="22"/>
        </w:rPr>
        <w:t>and</w:t>
      </w:r>
      <w:r w:rsidRPr="00E04C29">
        <w:rPr>
          <w:rFonts w:cstheme="majorHAnsi"/>
          <w:bCs w:val="0"/>
          <w:i w:val="0"/>
          <w:szCs w:val="22"/>
          <w:lang w:val="uk-UA"/>
        </w:rPr>
        <w:t xml:space="preserve"> </w:t>
      </w:r>
      <w:r w:rsidRPr="00FA4FA5">
        <w:rPr>
          <w:rFonts w:cstheme="majorHAnsi"/>
          <w:bCs w:val="0"/>
          <w:i w:val="0"/>
          <w:szCs w:val="22"/>
        </w:rPr>
        <w:t>development</w:t>
      </w:r>
      <w:r w:rsidRPr="00E04C29">
        <w:rPr>
          <w:rFonts w:cstheme="majorHAnsi"/>
          <w:bCs w:val="0"/>
          <w:i w:val="0"/>
          <w:szCs w:val="22"/>
          <w:lang w:val="uk-UA"/>
        </w:rPr>
        <w:t xml:space="preserve"> </w:t>
      </w:r>
      <w:r w:rsidRPr="00FA4FA5">
        <w:rPr>
          <w:rFonts w:cstheme="majorHAnsi"/>
          <w:bCs w:val="0"/>
          <w:i w:val="0"/>
          <w:szCs w:val="22"/>
        </w:rPr>
        <w:t>work</w:t>
      </w:r>
      <w:r w:rsidRPr="00E04C29">
        <w:rPr>
          <w:rFonts w:cstheme="majorHAnsi"/>
          <w:bCs w:val="0"/>
          <w:i w:val="0"/>
          <w:szCs w:val="22"/>
          <w:lang w:val="uk-UA"/>
        </w:rPr>
        <w:t xml:space="preserve"> </w:t>
      </w:r>
      <w:r w:rsidRPr="00FA4FA5">
        <w:rPr>
          <w:rFonts w:cstheme="majorHAnsi"/>
          <w:bCs w:val="0"/>
          <w:i w:val="0"/>
          <w:szCs w:val="22"/>
        </w:rPr>
        <w:t>throughout</w:t>
      </w:r>
      <w:r w:rsidRPr="00E04C29">
        <w:rPr>
          <w:rFonts w:cstheme="majorHAnsi"/>
          <w:bCs w:val="0"/>
          <w:i w:val="0"/>
          <w:szCs w:val="22"/>
          <w:lang w:val="uk-UA"/>
        </w:rPr>
        <w:t xml:space="preserve"> </w:t>
      </w:r>
      <w:r w:rsidRPr="00FA4FA5">
        <w:rPr>
          <w:rFonts w:cstheme="majorHAnsi"/>
          <w:bCs w:val="0"/>
          <w:i w:val="0"/>
          <w:szCs w:val="22"/>
        </w:rPr>
        <w:t>the</w:t>
      </w:r>
      <w:r w:rsidRPr="00E04C29">
        <w:rPr>
          <w:rFonts w:cstheme="majorHAnsi"/>
          <w:bCs w:val="0"/>
          <w:i w:val="0"/>
          <w:szCs w:val="22"/>
          <w:lang w:val="uk-UA"/>
        </w:rPr>
        <w:t xml:space="preserve"> </w:t>
      </w:r>
      <w:r w:rsidRPr="00FA4FA5">
        <w:rPr>
          <w:rFonts w:cstheme="majorHAnsi"/>
          <w:bCs w:val="0"/>
          <w:i w:val="0"/>
          <w:szCs w:val="22"/>
        </w:rPr>
        <w:t>world</w:t>
      </w:r>
      <w:r w:rsidRPr="00E04C29">
        <w:rPr>
          <w:rFonts w:cstheme="majorHAnsi"/>
          <w:bCs w:val="0"/>
          <w:i w:val="0"/>
          <w:szCs w:val="22"/>
          <w:lang w:val="uk-UA"/>
        </w:rPr>
        <w:t>.</w:t>
      </w:r>
      <w:r w:rsidR="00996EC7" w:rsidRPr="00FA4FA5">
        <w:rPr>
          <w:rFonts w:cstheme="majorHAnsi"/>
          <w:bCs w:val="0"/>
          <w:i w:val="0"/>
          <w:szCs w:val="22"/>
          <w:lang w:val="uk-UA"/>
        </w:rPr>
        <w:t xml:space="preserve"> / Співвідношення </w:t>
      </w:r>
      <w:r w:rsidR="00996EC7" w:rsidRPr="00FA4FA5">
        <w:rPr>
          <w:rFonts w:cstheme="majorHAnsi"/>
          <w:bCs w:val="0"/>
          <w:i w:val="0"/>
          <w:szCs w:val="22"/>
          <w:lang w:val="uk-UA"/>
        </w:rPr>
        <w:lastRenderedPageBreak/>
        <w:t>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04C29"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04C29">
        <w:rPr>
          <w:rFonts w:asciiTheme="majorHAnsi" w:hAnsiTheme="majorHAnsi" w:cstheme="majorHAnsi"/>
          <w:bCs/>
          <w:sz w:val="22"/>
          <w:lang w:val="uk-UA"/>
        </w:rPr>
        <w:t xml:space="preserve"> </w:t>
      </w:r>
      <w:r w:rsidRPr="00FA4FA5">
        <w:rPr>
          <w:rFonts w:asciiTheme="majorHAnsi" w:hAnsiTheme="majorHAnsi" w:cstheme="majorHAnsi"/>
          <w:sz w:val="22"/>
        </w:rPr>
        <w:t>may</w:t>
      </w:r>
      <w:r w:rsidRPr="00E04C29">
        <w:rPr>
          <w:rFonts w:asciiTheme="majorHAnsi" w:hAnsiTheme="majorHAnsi" w:cstheme="majorHAnsi"/>
          <w:sz w:val="22"/>
          <w:lang w:val="uk-UA"/>
        </w:rPr>
        <w:t xml:space="preserve"> </w:t>
      </w:r>
      <w:r w:rsidRPr="00FA4FA5">
        <w:rPr>
          <w:rFonts w:asciiTheme="majorHAnsi" w:hAnsiTheme="majorHAnsi" w:cstheme="majorHAnsi"/>
          <w:sz w:val="22"/>
        </w:rPr>
        <w:t>award</w:t>
      </w:r>
      <w:r w:rsidRPr="00E04C29">
        <w:rPr>
          <w:rFonts w:asciiTheme="majorHAnsi" w:hAnsiTheme="majorHAnsi" w:cstheme="majorHAnsi"/>
          <w:sz w:val="22"/>
          <w:lang w:val="uk-UA"/>
        </w:rPr>
        <w:t xml:space="preserve"> </w:t>
      </w:r>
      <w:r w:rsidRPr="00FA4FA5">
        <w:rPr>
          <w:rFonts w:asciiTheme="majorHAnsi" w:hAnsiTheme="majorHAnsi" w:cstheme="majorHAnsi"/>
          <w:sz w:val="22"/>
        </w:rPr>
        <w:t>multiple</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and</w:t>
      </w:r>
      <w:r w:rsidRPr="00E04C29">
        <w:rPr>
          <w:rFonts w:asciiTheme="majorHAnsi" w:hAnsiTheme="majorHAnsi" w:cstheme="majorHAnsi"/>
          <w:sz w:val="22"/>
          <w:lang w:val="uk-UA"/>
        </w:rPr>
        <w:t xml:space="preserve"> </w:t>
      </w:r>
      <w:r w:rsidRPr="00FA4FA5">
        <w:rPr>
          <w:rFonts w:asciiTheme="majorHAnsi" w:hAnsiTheme="majorHAnsi" w:cstheme="majorHAnsi"/>
          <w:sz w:val="22"/>
        </w:rPr>
        <w:t>all</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will</w:t>
      </w:r>
      <w:r w:rsidRPr="00E04C29">
        <w:rPr>
          <w:rFonts w:asciiTheme="majorHAnsi" w:hAnsiTheme="majorHAnsi" w:cstheme="majorHAnsi"/>
          <w:sz w:val="22"/>
          <w:lang w:val="uk-UA"/>
        </w:rPr>
        <w:t xml:space="preserve"> </w:t>
      </w:r>
      <w:r w:rsidRPr="00FA4FA5">
        <w:rPr>
          <w:rFonts w:asciiTheme="majorHAnsi" w:hAnsiTheme="majorHAnsi" w:cstheme="majorHAnsi"/>
          <w:sz w:val="22"/>
        </w:rPr>
        <w:t>be</w:t>
      </w:r>
      <w:r w:rsidRPr="00E04C29">
        <w:rPr>
          <w:rFonts w:asciiTheme="majorHAnsi" w:hAnsiTheme="majorHAnsi" w:cstheme="majorHAnsi"/>
          <w:sz w:val="22"/>
          <w:lang w:val="uk-UA"/>
        </w:rPr>
        <w:t xml:space="preserve"> </w:t>
      </w:r>
      <w:r w:rsidRPr="00FA4FA5">
        <w:rPr>
          <w:rFonts w:asciiTheme="majorHAnsi" w:hAnsiTheme="majorHAnsi" w:cstheme="majorHAnsi"/>
          <w:sz w:val="22"/>
        </w:rPr>
        <w:t>non</w:t>
      </w:r>
      <w:r w:rsidRPr="00E04C29">
        <w:rPr>
          <w:rFonts w:asciiTheme="majorHAnsi" w:hAnsiTheme="majorHAnsi" w:cstheme="majorHAnsi"/>
          <w:sz w:val="22"/>
          <w:lang w:val="uk-UA"/>
        </w:rPr>
        <w:t>-</w:t>
      </w:r>
      <w:r w:rsidRPr="00FA4FA5">
        <w:rPr>
          <w:rFonts w:asciiTheme="majorHAnsi" w:hAnsiTheme="majorHAnsi" w:cstheme="majorHAnsi"/>
          <w:sz w:val="22"/>
        </w:rPr>
        <w:t>exclusive</w:t>
      </w:r>
      <w:r w:rsidRPr="00E04C29">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note</w:t>
      </w:r>
      <w:r w:rsidRPr="00E04C29">
        <w:rPr>
          <w:rFonts w:asciiTheme="majorHAnsi" w:hAnsiTheme="majorHAnsi" w:cstheme="majorHAnsi"/>
          <w:sz w:val="22"/>
          <w:lang w:val="uk-UA"/>
        </w:rPr>
        <w:t xml:space="preserve"> </w:t>
      </w:r>
      <w:r w:rsidRPr="00FA4FA5">
        <w:rPr>
          <w:rFonts w:asciiTheme="majorHAnsi" w:hAnsiTheme="majorHAnsi" w:cstheme="majorHAnsi"/>
          <w:sz w:val="22"/>
        </w:rPr>
        <w:t>that</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successful</w:t>
      </w:r>
      <w:r w:rsidRPr="00E04C29">
        <w:rPr>
          <w:rFonts w:asciiTheme="majorHAnsi" w:hAnsiTheme="majorHAnsi" w:cstheme="majorHAnsi"/>
          <w:sz w:val="22"/>
          <w:lang w:val="uk-UA"/>
        </w:rPr>
        <w:t xml:space="preserve">, </w:t>
      </w:r>
      <w:r w:rsidRPr="00FA4FA5">
        <w:rPr>
          <w:rFonts w:asciiTheme="majorHAnsi" w:hAnsiTheme="majorHAnsi" w:cstheme="majorHAnsi"/>
          <w:sz w:val="22"/>
        </w:rPr>
        <w:t>Plan</w:t>
      </w:r>
      <w:r w:rsidRPr="00E04C29">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04C29">
        <w:rPr>
          <w:rFonts w:asciiTheme="majorHAnsi" w:hAnsiTheme="majorHAnsi" w:cstheme="majorHAnsi"/>
          <w:sz w:val="22"/>
          <w:lang w:val="uk-UA"/>
        </w:rPr>
        <w:t>’</w:t>
      </w:r>
      <w:r w:rsidRPr="00FA4FA5">
        <w:rPr>
          <w:rFonts w:asciiTheme="majorHAnsi" w:hAnsiTheme="majorHAnsi" w:cstheme="majorHAnsi"/>
          <w:sz w:val="22"/>
        </w:rPr>
        <w:t>s</w:t>
      </w:r>
      <w:r w:rsidRPr="00E04C29">
        <w:rPr>
          <w:rFonts w:asciiTheme="majorHAnsi" w:hAnsiTheme="majorHAnsi" w:cstheme="majorHAnsi"/>
          <w:sz w:val="22"/>
          <w:lang w:val="uk-UA"/>
        </w:rPr>
        <w:t xml:space="preserve"> </w:t>
      </w:r>
      <w:r w:rsidRPr="00FA4FA5">
        <w:rPr>
          <w:rFonts w:asciiTheme="majorHAnsi" w:hAnsiTheme="majorHAnsi" w:cstheme="majorHAnsi"/>
          <w:sz w:val="22"/>
        </w:rPr>
        <w:t>standard</w:t>
      </w:r>
      <w:r w:rsidRPr="00E04C29">
        <w:rPr>
          <w:rFonts w:asciiTheme="majorHAnsi" w:hAnsiTheme="majorHAnsi" w:cstheme="majorHAnsi"/>
          <w:sz w:val="22"/>
          <w:lang w:val="uk-UA"/>
        </w:rPr>
        <w:t xml:space="preserve"> </w:t>
      </w:r>
      <w:r w:rsidRPr="00FA4FA5">
        <w:rPr>
          <w:rFonts w:asciiTheme="majorHAnsi" w:hAnsiTheme="majorHAnsi" w:cstheme="majorHAnsi"/>
          <w:sz w:val="22"/>
        </w:rPr>
        <w:t>terms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payment</w:t>
      </w:r>
      <w:r w:rsidRPr="00E04C29">
        <w:rPr>
          <w:rFonts w:asciiTheme="majorHAnsi" w:hAnsiTheme="majorHAnsi" w:cstheme="majorHAnsi"/>
          <w:sz w:val="22"/>
          <w:lang w:val="uk-UA"/>
        </w:rPr>
        <w:t xml:space="preserve"> </w:t>
      </w:r>
      <w:r w:rsidRPr="00FA4FA5">
        <w:rPr>
          <w:rFonts w:asciiTheme="majorHAnsi" w:hAnsiTheme="majorHAnsi" w:cstheme="majorHAnsi"/>
          <w:sz w:val="22"/>
        </w:rPr>
        <w:t>are</w:t>
      </w:r>
      <w:r w:rsidRPr="00E04C29">
        <w:rPr>
          <w:rFonts w:asciiTheme="majorHAnsi" w:hAnsiTheme="majorHAnsi" w:cstheme="majorHAnsi"/>
          <w:sz w:val="22"/>
          <w:lang w:val="uk-UA"/>
        </w:rPr>
        <w:t xml:space="preserve"> </w:t>
      </w:r>
      <w:r w:rsidRPr="00E04C29">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end</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month</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receipt</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invoice</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acceptance</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Goods</w:t>
      </w:r>
      <w:r w:rsidRPr="00E04C29">
        <w:rPr>
          <w:rFonts w:asciiTheme="majorHAnsi" w:hAnsiTheme="majorHAnsi" w:cstheme="majorHAnsi"/>
          <w:sz w:val="22"/>
          <w:lang w:val="uk-UA"/>
        </w:rPr>
        <w:t>/</w:t>
      </w:r>
      <w:r w:rsidRPr="00FA4FA5">
        <w:rPr>
          <w:rFonts w:asciiTheme="majorHAnsi" w:hAnsiTheme="majorHAnsi" w:cstheme="majorHAnsi"/>
          <w:sz w:val="22"/>
        </w:rPr>
        <w:t>Services</w:t>
      </w:r>
      <w:r w:rsidRPr="00E04C29">
        <w:rPr>
          <w:rFonts w:asciiTheme="majorHAnsi" w:hAnsiTheme="majorHAnsi" w:cstheme="majorHAnsi"/>
          <w:sz w:val="22"/>
          <w:lang w:val="uk-UA"/>
        </w:rPr>
        <w:t>/</w:t>
      </w:r>
      <w:r w:rsidRPr="00FA4FA5">
        <w:rPr>
          <w:rFonts w:asciiTheme="majorHAnsi" w:hAnsiTheme="majorHAnsi" w:cstheme="majorHAnsi"/>
          <w:sz w:val="22"/>
        </w:rPr>
        <w:t>Works</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04C29">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04C29">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04C29">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Statement</w:t>
      </w:r>
      <w:r w:rsidRPr="00E04C29">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04C29">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00D27082" w:rsidRPr="00FA4FA5">
        <w:rPr>
          <w:rFonts w:asciiTheme="majorHAnsi" w:hAnsiTheme="majorHAnsi" w:cstheme="majorHAnsi"/>
          <w:color w:val="auto"/>
          <w:sz w:val="22"/>
          <w:szCs w:val="22"/>
        </w:rPr>
        <w:t>to</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you</w:t>
      </w:r>
      <w:r w:rsidRPr="00E04C29">
        <w:rPr>
          <w:rFonts w:asciiTheme="majorHAnsi" w:hAnsiTheme="majorHAnsi" w:cstheme="majorHAnsi"/>
          <w:sz w:val="22"/>
          <w:lang w:val="uk-UA"/>
        </w:rPr>
        <w:t xml:space="preserve"> </w:t>
      </w:r>
      <w:r w:rsidRPr="00FA4FA5">
        <w:rPr>
          <w:rFonts w:asciiTheme="majorHAnsi" w:hAnsiTheme="majorHAnsi" w:cstheme="majorHAnsi"/>
          <w:sz w:val="22"/>
        </w:rPr>
        <w:t>have</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queries</w:t>
      </w:r>
      <w:r w:rsidRPr="00E04C29">
        <w:rPr>
          <w:rFonts w:asciiTheme="majorHAnsi" w:hAnsiTheme="majorHAnsi" w:cstheme="majorHAnsi"/>
          <w:sz w:val="22"/>
          <w:lang w:val="uk-UA"/>
        </w:rPr>
        <w:t xml:space="preserve"> </w:t>
      </w:r>
      <w:r w:rsidRPr="00FA4FA5">
        <w:rPr>
          <w:rFonts w:asciiTheme="majorHAnsi" w:hAnsiTheme="majorHAnsi" w:cstheme="majorHAnsi"/>
          <w:sz w:val="22"/>
        </w:rPr>
        <w:t>in</w:t>
      </w:r>
      <w:r w:rsidRPr="00E04C29">
        <w:rPr>
          <w:rFonts w:asciiTheme="majorHAnsi" w:hAnsiTheme="majorHAnsi" w:cstheme="majorHAnsi"/>
          <w:sz w:val="22"/>
          <w:lang w:val="uk-UA"/>
        </w:rPr>
        <w:t xml:space="preserve"> </w:t>
      </w:r>
      <w:r w:rsidRPr="00FA4FA5">
        <w:rPr>
          <w:rFonts w:asciiTheme="majorHAnsi" w:hAnsiTheme="majorHAnsi" w:cstheme="majorHAnsi"/>
          <w:sz w:val="22"/>
        </w:rPr>
        <w:t>relation</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your</w:t>
      </w:r>
      <w:r w:rsidRPr="00E04C29">
        <w:rPr>
          <w:rFonts w:asciiTheme="majorHAnsi" w:hAnsiTheme="majorHAnsi" w:cstheme="majorHAnsi"/>
          <w:sz w:val="22"/>
          <w:lang w:val="uk-UA"/>
        </w:rPr>
        <w:t xml:space="preserve"> </w:t>
      </w:r>
      <w:r w:rsidRPr="00FA4FA5">
        <w:rPr>
          <w:rFonts w:asciiTheme="majorHAnsi" w:hAnsiTheme="majorHAnsi" w:cstheme="majorHAnsi"/>
          <w:sz w:val="22"/>
        </w:rPr>
        <w:t>submission</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this</w:t>
      </w:r>
      <w:r w:rsidRPr="00E04C29">
        <w:rPr>
          <w:rFonts w:asciiTheme="majorHAnsi" w:hAnsiTheme="majorHAnsi" w:cstheme="majorHAnsi"/>
          <w:sz w:val="22"/>
          <w:lang w:val="uk-UA"/>
        </w:rPr>
        <w:t xml:space="preserve"> </w:t>
      </w:r>
      <w:r w:rsidRPr="00FA4FA5">
        <w:rPr>
          <w:rFonts w:asciiTheme="majorHAnsi" w:hAnsiTheme="majorHAnsi" w:cstheme="majorHAnsi"/>
          <w:sz w:val="22"/>
        </w:rPr>
        <w:t>tender</w:t>
      </w:r>
      <w:r w:rsidRPr="00E04C29">
        <w:rPr>
          <w:rFonts w:asciiTheme="majorHAnsi" w:hAnsiTheme="majorHAnsi" w:cstheme="majorHAnsi"/>
          <w:sz w:val="22"/>
          <w:lang w:val="uk-UA"/>
        </w:rPr>
        <w:t xml:space="preserve">, </w:t>
      </w: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email</w:t>
      </w:r>
      <w:r w:rsidRPr="00E04C29">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2ADF0B6D" w14:textId="77777777" w:rsidR="001173C8" w:rsidRPr="00AE1935" w:rsidRDefault="001173C8" w:rsidP="00AE1935">
      <w:pPr>
        <w:rPr>
          <w:rStyle w:val="Hyperlink"/>
          <w:lang w:val="uk-UA"/>
        </w:rPr>
      </w:pPr>
      <w:hyperlink r:id="rId25" w:history="1">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r>
        <w:rPr>
          <w:rStyle w:val="Hyperlink"/>
          <w:lang w:val="uk-UA"/>
        </w:rPr>
        <w:t>,</w:t>
      </w:r>
      <w:r w:rsidRPr="00AE1935">
        <w:rPr>
          <w:rFonts w:asciiTheme="majorHAnsi" w:hAnsiTheme="majorHAnsi" w:cstheme="majorHAnsi"/>
          <w:sz w:val="22"/>
          <w:lang w:val="uk-UA"/>
        </w:rPr>
        <w:t xml:space="preserve"> </w:t>
      </w:r>
      <w:hyperlink r:id="rId26" w:history="1">
        <w:r w:rsidRPr="00AE1FA8">
          <w:rPr>
            <w:rStyle w:val="Hyperlink"/>
            <w:rFonts w:asciiTheme="majorHAnsi" w:hAnsiTheme="majorHAnsi" w:cstheme="majorHAnsi"/>
            <w:sz w:val="22"/>
          </w:rPr>
          <w:t>lesia</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tsipkun</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plan</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international</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org</w:t>
        </w:r>
      </w:hyperlink>
      <w:r>
        <w:rPr>
          <w:rStyle w:val="Hyperlink"/>
          <w:rFonts w:asciiTheme="majorHAnsi" w:hAnsiTheme="majorHAnsi" w:cstheme="majorHAnsi"/>
          <w:sz w:val="22"/>
          <w:lang w:val="uk-UA"/>
        </w:rPr>
        <w:t>,</w:t>
      </w:r>
      <w:r>
        <w:rPr>
          <w:rFonts w:asciiTheme="majorHAnsi" w:hAnsiTheme="majorHAnsi" w:cstheme="majorHAnsi"/>
          <w:sz w:val="22"/>
          <w:lang w:val="uk-UA"/>
        </w:rPr>
        <w:t xml:space="preserve"> </w:t>
      </w:r>
      <w:hyperlink r:id="rId27" w:history="1">
        <w:r w:rsidRPr="001173C8">
          <w:rPr>
            <w:rStyle w:val="Hyperlink"/>
            <w:rFonts w:asciiTheme="majorHAnsi" w:hAnsiTheme="majorHAnsi" w:cstheme="majorHAnsi"/>
            <w:sz w:val="22"/>
            <w:lang w:val="en-US"/>
          </w:rPr>
          <w:t>Mykhailo</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Prokopets</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plan</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international</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org</w:t>
        </w:r>
      </w:hyperlink>
      <w:r>
        <w:rPr>
          <w:rFonts w:asciiTheme="majorHAnsi" w:hAnsiTheme="majorHAnsi" w:cstheme="majorHAnsi"/>
          <w:sz w:val="22"/>
          <w:lang w:val="uk-UA"/>
        </w:rPr>
        <w:t>,</w:t>
      </w:r>
      <w:r w:rsidRPr="00AE1935">
        <w:rPr>
          <w:rFonts w:asciiTheme="majorHAnsi" w:hAnsiTheme="majorHAnsi" w:cstheme="majorHAnsi"/>
          <w:sz w:val="22"/>
          <w:lang w:val="uk-UA"/>
        </w:rPr>
        <w:t xml:space="preserve"> </w:t>
      </w:r>
      <w:hyperlink r:id="rId28"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B3" w14:textId="2F715BE4"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Thank you for your proposal.</w:t>
      </w:r>
      <w:r w:rsidR="00BB0BD0">
        <w:rPr>
          <w:rFonts w:asciiTheme="majorHAnsi" w:hAnsiTheme="majorHAnsi" w:cstheme="majorHAnsi"/>
          <w:sz w:val="22"/>
          <w:lang w:val="uk-UA"/>
        </w:rPr>
        <w:t xml:space="preserve"> </w:t>
      </w:r>
      <w:r w:rsidR="009562EA" w:rsidRPr="00FA4FA5">
        <w:rPr>
          <w:rFonts w:asciiTheme="majorHAnsi" w:hAnsiTheme="majorHAnsi" w:cstheme="majorHAnsi"/>
          <w:sz w:val="22"/>
          <w:lang w:val="uk-UA"/>
        </w:rPr>
        <w:t>/ Дякуємо за вашу пропозицію</w:t>
      </w:r>
    </w:p>
    <w:sectPr w:rsidR="00640211" w:rsidRPr="00FA4FA5" w:rsidSect="00AE1935">
      <w:headerReference w:type="default" r:id="rId29"/>
      <w:footerReference w:type="default" r:id="rId30"/>
      <w:pgSz w:w="11906" w:h="16838"/>
      <w:pgMar w:top="851" w:right="1134"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B04745" w14:textId="77777777" w:rsidR="009D75D6" w:rsidRDefault="009D75D6" w:rsidP="001A5060">
      <w:pPr>
        <w:spacing w:after="0"/>
      </w:pPr>
      <w:r>
        <w:separator/>
      </w:r>
    </w:p>
  </w:endnote>
  <w:endnote w:type="continuationSeparator" w:id="0">
    <w:p w14:paraId="62C11C1A" w14:textId="77777777" w:rsidR="009D75D6" w:rsidRDefault="009D75D6" w:rsidP="001A5060">
      <w:pPr>
        <w:spacing w:after="0"/>
      </w:pPr>
      <w:r>
        <w:continuationSeparator/>
      </w:r>
    </w:p>
  </w:endnote>
  <w:endnote w:type="continuationNotice" w:id="1">
    <w:p w14:paraId="6DCEEA4C" w14:textId="77777777" w:rsidR="009D75D6" w:rsidRDefault="009D75D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7" w:usb1="00000000" w:usb2="00000000" w:usb3="00000000" w:csb0="00000003"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DB148D" w14:textId="77777777" w:rsidR="009D75D6" w:rsidRDefault="009D75D6" w:rsidP="00AD5F3A">
      <w:pPr>
        <w:pBdr>
          <w:between w:val="single" w:sz="4" w:space="1" w:color="48ADFF" w:themeColor="accent1" w:themeTint="99"/>
        </w:pBdr>
        <w:spacing w:after="0"/>
      </w:pPr>
    </w:p>
    <w:p w14:paraId="5CB055FD" w14:textId="77777777" w:rsidR="009D75D6" w:rsidRDefault="009D75D6" w:rsidP="00AD5F3A">
      <w:pPr>
        <w:pBdr>
          <w:between w:val="single" w:sz="4" w:space="1" w:color="48ADFF" w:themeColor="accent1" w:themeTint="99"/>
        </w:pBdr>
        <w:spacing w:after="0"/>
      </w:pPr>
    </w:p>
  </w:footnote>
  <w:footnote w:type="continuationSeparator" w:id="0">
    <w:p w14:paraId="67DF72FA" w14:textId="77777777" w:rsidR="009D75D6" w:rsidRDefault="009D75D6" w:rsidP="001A5060">
      <w:pPr>
        <w:spacing w:after="0"/>
      </w:pPr>
      <w:r>
        <w:continuationSeparator/>
      </w:r>
    </w:p>
  </w:footnote>
  <w:footnote w:type="continuationNotice" w:id="1">
    <w:p w14:paraId="0BDB898C" w14:textId="77777777" w:rsidR="009D75D6" w:rsidRDefault="009D75D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806643183" name="Picture 806643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1175698311" name="Picture 1175698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F4E6DAA"/>
    <w:multiLevelType w:val="hybridMultilevel"/>
    <w:tmpl w:val="EB8CD7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33691E"/>
    <w:multiLevelType w:val="hybridMultilevel"/>
    <w:tmpl w:val="016E1FDC"/>
    <w:lvl w:ilvl="0" w:tplc="AAC6EAE4">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E012C210">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76D64D3E">
      <w:numFmt w:val="bullet"/>
      <w:lvlText w:val="•"/>
      <w:lvlJc w:val="left"/>
      <w:pPr>
        <w:ind w:left="2051" w:hanging="360"/>
      </w:pPr>
      <w:rPr>
        <w:rFonts w:hint="default"/>
        <w:lang w:val="en-US" w:eastAsia="en-US" w:bidi="ar-SA"/>
      </w:rPr>
    </w:lvl>
    <w:lvl w:ilvl="3" w:tplc="C888A0CE">
      <w:numFmt w:val="bullet"/>
      <w:lvlText w:val="•"/>
      <w:lvlJc w:val="left"/>
      <w:pPr>
        <w:ind w:left="3103" w:hanging="360"/>
      </w:pPr>
      <w:rPr>
        <w:rFonts w:hint="default"/>
        <w:lang w:val="en-US" w:eastAsia="en-US" w:bidi="ar-SA"/>
      </w:rPr>
    </w:lvl>
    <w:lvl w:ilvl="4" w:tplc="B150FE4C">
      <w:numFmt w:val="bullet"/>
      <w:lvlText w:val="•"/>
      <w:lvlJc w:val="left"/>
      <w:pPr>
        <w:ind w:left="4155" w:hanging="360"/>
      </w:pPr>
      <w:rPr>
        <w:rFonts w:hint="default"/>
        <w:lang w:val="en-US" w:eastAsia="en-US" w:bidi="ar-SA"/>
      </w:rPr>
    </w:lvl>
    <w:lvl w:ilvl="5" w:tplc="4D68176A">
      <w:numFmt w:val="bullet"/>
      <w:lvlText w:val="•"/>
      <w:lvlJc w:val="left"/>
      <w:pPr>
        <w:ind w:left="5207" w:hanging="360"/>
      </w:pPr>
      <w:rPr>
        <w:rFonts w:hint="default"/>
        <w:lang w:val="en-US" w:eastAsia="en-US" w:bidi="ar-SA"/>
      </w:rPr>
    </w:lvl>
    <w:lvl w:ilvl="6" w:tplc="8B1A0778">
      <w:numFmt w:val="bullet"/>
      <w:lvlText w:val="•"/>
      <w:lvlJc w:val="left"/>
      <w:pPr>
        <w:ind w:left="6259" w:hanging="360"/>
      </w:pPr>
      <w:rPr>
        <w:rFonts w:hint="default"/>
        <w:lang w:val="en-US" w:eastAsia="en-US" w:bidi="ar-SA"/>
      </w:rPr>
    </w:lvl>
    <w:lvl w:ilvl="7" w:tplc="E0B89A28">
      <w:numFmt w:val="bullet"/>
      <w:lvlText w:val="•"/>
      <w:lvlJc w:val="left"/>
      <w:pPr>
        <w:ind w:left="7310" w:hanging="360"/>
      </w:pPr>
      <w:rPr>
        <w:rFonts w:hint="default"/>
        <w:lang w:val="en-US" w:eastAsia="en-US" w:bidi="ar-SA"/>
      </w:rPr>
    </w:lvl>
    <w:lvl w:ilvl="8" w:tplc="56B6D7A2">
      <w:numFmt w:val="bullet"/>
      <w:lvlText w:val="•"/>
      <w:lvlJc w:val="left"/>
      <w:pPr>
        <w:ind w:left="8362" w:hanging="360"/>
      </w:pPr>
      <w:rPr>
        <w:rFonts w:hint="default"/>
        <w:lang w:val="en-US" w:eastAsia="en-US" w:bidi="ar-SA"/>
      </w:rPr>
    </w:lvl>
  </w:abstractNum>
  <w:abstractNum w:abstractNumId="16"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2"/>
  </w:num>
  <w:num w:numId="2" w16cid:durableId="2076320666">
    <w:abstractNumId w:val="18"/>
  </w:num>
  <w:num w:numId="3" w16cid:durableId="1559701958">
    <w:abstractNumId w:val="8"/>
  </w:num>
  <w:num w:numId="4" w16cid:durableId="225338280">
    <w:abstractNumId w:val="2"/>
  </w:num>
  <w:num w:numId="5" w16cid:durableId="415588507">
    <w:abstractNumId w:val="11"/>
  </w:num>
  <w:num w:numId="6" w16cid:durableId="861432241">
    <w:abstractNumId w:val="7"/>
  </w:num>
  <w:num w:numId="7" w16cid:durableId="827983893">
    <w:abstractNumId w:val="6"/>
  </w:num>
  <w:num w:numId="8" w16cid:durableId="449473033">
    <w:abstractNumId w:val="20"/>
  </w:num>
  <w:num w:numId="9" w16cid:durableId="162550420">
    <w:abstractNumId w:val="1"/>
  </w:num>
  <w:num w:numId="10" w16cid:durableId="1246644335">
    <w:abstractNumId w:val="0"/>
  </w:num>
  <w:num w:numId="11" w16cid:durableId="1426728125">
    <w:abstractNumId w:val="14"/>
  </w:num>
  <w:num w:numId="12" w16cid:durableId="1409113977">
    <w:abstractNumId w:val="3"/>
  </w:num>
  <w:num w:numId="13" w16cid:durableId="439494472">
    <w:abstractNumId w:val="5"/>
  </w:num>
  <w:num w:numId="14" w16cid:durableId="1678187138">
    <w:abstractNumId w:val="13"/>
  </w:num>
  <w:num w:numId="15" w16cid:durableId="821972579">
    <w:abstractNumId w:val="19"/>
  </w:num>
  <w:num w:numId="16" w16cid:durableId="705637770">
    <w:abstractNumId w:val="10"/>
  </w:num>
  <w:num w:numId="17" w16cid:durableId="1444569174">
    <w:abstractNumId w:val="16"/>
  </w:num>
  <w:num w:numId="18" w16cid:durableId="503672400">
    <w:abstractNumId w:val="17"/>
  </w:num>
  <w:num w:numId="19" w16cid:durableId="819927275">
    <w:abstractNumId w:val="21"/>
  </w:num>
  <w:num w:numId="20" w16cid:durableId="792215570">
    <w:abstractNumId w:val="9"/>
  </w:num>
  <w:num w:numId="21" w16cid:durableId="881208295">
    <w:abstractNumId w:val="4"/>
  </w:num>
  <w:num w:numId="22" w16cid:durableId="142167407">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5CF8"/>
    <w:rsid w:val="00006860"/>
    <w:rsid w:val="00012334"/>
    <w:rsid w:val="00013A93"/>
    <w:rsid w:val="00013DD0"/>
    <w:rsid w:val="000209D4"/>
    <w:rsid w:val="00020BE7"/>
    <w:rsid w:val="00021EA1"/>
    <w:rsid w:val="00027E07"/>
    <w:rsid w:val="00027F86"/>
    <w:rsid w:val="000303C7"/>
    <w:rsid w:val="00031A05"/>
    <w:rsid w:val="00031C02"/>
    <w:rsid w:val="00034E72"/>
    <w:rsid w:val="00034E85"/>
    <w:rsid w:val="000373E1"/>
    <w:rsid w:val="000379B7"/>
    <w:rsid w:val="00037A7C"/>
    <w:rsid w:val="00037DC0"/>
    <w:rsid w:val="0004002D"/>
    <w:rsid w:val="0004041F"/>
    <w:rsid w:val="000420E5"/>
    <w:rsid w:val="00042B9F"/>
    <w:rsid w:val="00045313"/>
    <w:rsid w:val="00047840"/>
    <w:rsid w:val="000500D5"/>
    <w:rsid w:val="000549EC"/>
    <w:rsid w:val="000560BB"/>
    <w:rsid w:val="00062667"/>
    <w:rsid w:val="000630E8"/>
    <w:rsid w:val="00063C25"/>
    <w:rsid w:val="00063D50"/>
    <w:rsid w:val="00064CE4"/>
    <w:rsid w:val="00074426"/>
    <w:rsid w:val="00074D31"/>
    <w:rsid w:val="00074FB1"/>
    <w:rsid w:val="000758E8"/>
    <w:rsid w:val="00075E72"/>
    <w:rsid w:val="0008017A"/>
    <w:rsid w:val="00080677"/>
    <w:rsid w:val="00081236"/>
    <w:rsid w:val="00081D93"/>
    <w:rsid w:val="00082B9C"/>
    <w:rsid w:val="0008547F"/>
    <w:rsid w:val="00091910"/>
    <w:rsid w:val="00093942"/>
    <w:rsid w:val="00094DED"/>
    <w:rsid w:val="00096C91"/>
    <w:rsid w:val="00097EA8"/>
    <w:rsid w:val="000A02F5"/>
    <w:rsid w:val="000A0391"/>
    <w:rsid w:val="000A4F2F"/>
    <w:rsid w:val="000A5C00"/>
    <w:rsid w:val="000A787B"/>
    <w:rsid w:val="000B1F93"/>
    <w:rsid w:val="000B3B13"/>
    <w:rsid w:val="000B5522"/>
    <w:rsid w:val="000B5BEE"/>
    <w:rsid w:val="000B6038"/>
    <w:rsid w:val="000B6E9F"/>
    <w:rsid w:val="000C29E4"/>
    <w:rsid w:val="000C5628"/>
    <w:rsid w:val="000C58A1"/>
    <w:rsid w:val="000D068E"/>
    <w:rsid w:val="000D1079"/>
    <w:rsid w:val="000D400E"/>
    <w:rsid w:val="000D50A5"/>
    <w:rsid w:val="000D76F1"/>
    <w:rsid w:val="000D7B6D"/>
    <w:rsid w:val="000E4AE5"/>
    <w:rsid w:val="000E65C2"/>
    <w:rsid w:val="000F0C16"/>
    <w:rsid w:val="000F135A"/>
    <w:rsid w:val="000F432D"/>
    <w:rsid w:val="000F6C5F"/>
    <w:rsid w:val="00102939"/>
    <w:rsid w:val="00107B90"/>
    <w:rsid w:val="00112133"/>
    <w:rsid w:val="00112988"/>
    <w:rsid w:val="00112C35"/>
    <w:rsid w:val="00114EC3"/>
    <w:rsid w:val="001172C1"/>
    <w:rsid w:val="001173C8"/>
    <w:rsid w:val="00121D78"/>
    <w:rsid w:val="00122F47"/>
    <w:rsid w:val="00123692"/>
    <w:rsid w:val="00123E5D"/>
    <w:rsid w:val="0012424A"/>
    <w:rsid w:val="00124B90"/>
    <w:rsid w:val="00125648"/>
    <w:rsid w:val="0012628D"/>
    <w:rsid w:val="00127399"/>
    <w:rsid w:val="00130238"/>
    <w:rsid w:val="001302F3"/>
    <w:rsid w:val="00130A1C"/>
    <w:rsid w:val="00141BD0"/>
    <w:rsid w:val="0014243A"/>
    <w:rsid w:val="00142932"/>
    <w:rsid w:val="00142CCF"/>
    <w:rsid w:val="00143616"/>
    <w:rsid w:val="00146A15"/>
    <w:rsid w:val="00146D5B"/>
    <w:rsid w:val="0015066D"/>
    <w:rsid w:val="00153A15"/>
    <w:rsid w:val="001540B4"/>
    <w:rsid w:val="00154672"/>
    <w:rsid w:val="00155D62"/>
    <w:rsid w:val="001564E0"/>
    <w:rsid w:val="0016027A"/>
    <w:rsid w:val="00161841"/>
    <w:rsid w:val="0016460A"/>
    <w:rsid w:val="00164B32"/>
    <w:rsid w:val="001658B4"/>
    <w:rsid w:val="00165BA1"/>
    <w:rsid w:val="0016652B"/>
    <w:rsid w:val="001706A2"/>
    <w:rsid w:val="00170EB8"/>
    <w:rsid w:val="00171CA8"/>
    <w:rsid w:val="00173DEF"/>
    <w:rsid w:val="001749A2"/>
    <w:rsid w:val="00174E15"/>
    <w:rsid w:val="00176985"/>
    <w:rsid w:val="00185058"/>
    <w:rsid w:val="0018525E"/>
    <w:rsid w:val="00192072"/>
    <w:rsid w:val="00192C48"/>
    <w:rsid w:val="00193C4D"/>
    <w:rsid w:val="00194D90"/>
    <w:rsid w:val="00196F33"/>
    <w:rsid w:val="001A119B"/>
    <w:rsid w:val="001A2630"/>
    <w:rsid w:val="001A2D1B"/>
    <w:rsid w:val="001A36C4"/>
    <w:rsid w:val="001A4272"/>
    <w:rsid w:val="001A5060"/>
    <w:rsid w:val="001A5402"/>
    <w:rsid w:val="001B26C8"/>
    <w:rsid w:val="001B2B92"/>
    <w:rsid w:val="001B4326"/>
    <w:rsid w:val="001B74E5"/>
    <w:rsid w:val="001C032C"/>
    <w:rsid w:val="001C2F04"/>
    <w:rsid w:val="001C3EAC"/>
    <w:rsid w:val="001C4374"/>
    <w:rsid w:val="001C4886"/>
    <w:rsid w:val="001D074F"/>
    <w:rsid w:val="001D0A97"/>
    <w:rsid w:val="001D0C54"/>
    <w:rsid w:val="001D0F26"/>
    <w:rsid w:val="001D2669"/>
    <w:rsid w:val="001D5ED8"/>
    <w:rsid w:val="001E12C4"/>
    <w:rsid w:val="001E5154"/>
    <w:rsid w:val="001E539F"/>
    <w:rsid w:val="001E6091"/>
    <w:rsid w:val="001E755E"/>
    <w:rsid w:val="001F066E"/>
    <w:rsid w:val="001F0DCC"/>
    <w:rsid w:val="001F162F"/>
    <w:rsid w:val="001F55A6"/>
    <w:rsid w:val="00200AF3"/>
    <w:rsid w:val="00200F9C"/>
    <w:rsid w:val="00205A96"/>
    <w:rsid w:val="00205D35"/>
    <w:rsid w:val="00207599"/>
    <w:rsid w:val="0021014F"/>
    <w:rsid w:val="0021110D"/>
    <w:rsid w:val="00214122"/>
    <w:rsid w:val="00216EED"/>
    <w:rsid w:val="00220242"/>
    <w:rsid w:val="00221D46"/>
    <w:rsid w:val="00222513"/>
    <w:rsid w:val="00225C04"/>
    <w:rsid w:val="002344D3"/>
    <w:rsid w:val="0023532B"/>
    <w:rsid w:val="002376B6"/>
    <w:rsid w:val="00241172"/>
    <w:rsid w:val="002412DC"/>
    <w:rsid w:val="002415AE"/>
    <w:rsid w:val="002425E5"/>
    <w:rsid w:val="0024289E"/>
    <w:rsid w:val="002434AA"/>
    <w:rsid w:val="0024416A"/>
    <w:rsid w:val="0024468B"/>
    <w:rsid w:val="00245FE8"/>
    <w:rsid w:val="002466D0"/>
    <w:rsid w:val="00247FE9"/>
    <w:rsid w:val="0025400B"/>
    <w:rsid w:val="00260962"/>
    <w:rsid w:val="002609B4"/>
    <w:rsid w:val="00260EAD"/>
    <w:rsid w:val="0026216C"/>
    <w:rsid w:val="0026564D"/>
    <w:rsid w:val="00267C12"/>
    <w:rsid w:val="00271FE2"/>
    <w:rsid w:val="00273D9E"/>
    <w:rsid w:val="0028351E"/>
    <w:rsid w:val="002839E7"/>
    <w:rsid w:val="0028421C"/>
    <w:rsid w:val="0028432D"/>
    <w:rsid w:val="00284545"/>
    <w:rsid w:val="0028484B"/>
    <w:rsid w:val="002857C8"/>
    <w:rsid w:val="00285A5D"/>
    <w:rsid w:val="00285D7E"/>
    <w:rsid w:val="00293CA2"/>
    <w:rsid w:val="00294B4D"/>
    <w:rsid w:val="0029540C"/>
    <w:rsid w:val="00296262"/>
    <w:rsid w:val="0029765F"/>
    <w:rsid w:val="002A19AE"/>
    <w:rsid w:val="002A2F46"/>
    <w:rsid w:val="002A3BC5"/>
    <w:rsid w:val="002A4024"/>
    <w:rsid w:val="002A4E64"/>
    <w:rsid w:val="002A599A"/>
    <w:rsid w:val="002A7785"/>
    <w:rsid w:val="002A7F3A"/>
    <w:rsid w:val="002B1BF0"/>
    <w:rsid w:val="002B2DF1"/>
    <w:rsid w:val="002C0AFD"/>
    <w:rsid w:val="002C0BBA"/>
    <w:rsid w:val="002C194B"/>
    <w:rsid w:val="002C2206"/>
    <w:rsid w:val="002C489F"/>
    <w:rsid w:val="002C6DDC"/>
    <w:rsid w:val="002D2687"/>
    <w:rsid w:val="002D434C"/>
    <w:rsid w:val="002D72DE"/>
    <w:rsid w:val="002E1BFE"/>
    <w:rsid w:val="002E3527"/>
    <w:rsid w:val="002E357B"/>
    <w:rsid w:val="002E3930"/>
    <w:rsid w:val="002E74A4"/>
    <w:rsid w:val="002F02FB"/>
    <w:rsid w:val="002F197C"/>
    <w:rsid w:val="002F1E89"/>
    <w:rsid w:val="002F2253"/>
    <w:rsid w:val="002F31B4"/>
    <w:rsid w:val="002F3588"/>
    <w:rsid w:val="002F48C9"/>
    <w:rsid w:val="00301F02"/>
    <w:rsid w:val="00304824"/>
    <w:rsid w:val="00304F90"/>
    <w:rsid w:val="00305EFF"/>
    <w:rsid w:val="00306782"/>
    <w:rsid w:val="003078A6"/>
    <w:rsid w:val="003147B0"/>
    <w:rsid w:val="00321C21"/>
    <w:rsid w:val="00322876"/>
    <w:rsid w:val="00323D1A"/>
    <w:rsid w:val="00327BF0"/>
    <w:rsid w:val="00330B3E"/>
    <w:rsid w:val="0033140E"/>
    <w:rsid w:val="00333F3E"/>
    <w:rsid w:val="003351B3"/>
    <w:rsid w:val="00335A93"/>
    <w:rsid w:val="00335DFE"/>
    <w:rsid w:val="0033657B"/>
    <w:rsid w:val="00344179"/>
    <w:rsid w:val="00345D72"/>
    <w:rsid w:val="00345DD1"/>
    <w:rsid w:val="00352EFB"/>
    <w:rsid w:val="00355442"/>
    <w:rsid w:val="00356643"/>
    <w:rsid w:val="003574FA"/>
    <w:rsid w:val="003626A9"/>
    <w:rsid w:val="0036485A"/>
    <w:rsid w:val="00365905"/>
    <w:rsid w:val="00366783"/>
    <w:rsid w:val="003670B0"/>
    <w:rsid w:val="00371321"/>
    <w:rsid w:val="00371E51"/>
    <w:rsid w:val="00374712"/>
    <w:rsid w:val="00374BE3"/>
    <w:rsid w:val="00374C2A"/>
    <w:rsid w:val="00376454"/>
    <w:rsid w:val="003825E9"/>
    <w:rsid w:val="00384276"/>
    <w:rsid w:val="00387CC2"/>
    <w:rsid w:val="00390291"/>
    <w:rsid w:val="003904CC"/>
    <w:rsid w:val="003966C5"/>
    <w:rsid w:val="003970D7"/>
    <w:rsid w:val="00397248"/>
    <w:rsid w:val="00397EEB"/>
    <w:rsid w:val="003A0C0F"/>
    <w:rsid w:val="003A1F9A"/>
    <w:rsid w:val="003A2DBF"/>
    <w:rsid w:val="003A3E3F"/>
    <w:rsid w:val="003A50AD"/>
    <w:rsid w:val="003A7B7F"/>
    <w:rsid w:val="003B1BA3"/>
    <w:rsid w:val="003B3080"/>
    <w:rsid w:val="003B41A2"/>
    <w:rsid w:val="003B479B"/>
    <w:rsid w:val="003B7E8D"/>
    <w:rsid w:val="003C1336"/>
    <w:rsid w:val="003C4BA0"/>
    <w:rsid w:val="003C5F60"/>
    <w:rsid w:val="003C6905"/>
    <w:rsid w:val="003C7CA7"/>
    <w:rsid w:val="003D27C3"/>
    <w:rsid w:val="003D4801"/>
    <w:rsid w:val="003D699F"/>
    <w:rsid w:val="003D777D"/>
    <w:rsid w:val="003E0986"/>
    <w:rsid w:val="003E3A8C"/>
    <w:rsid w:val="003E7CB1"/>
    <w:rsid w:val="003F32EC"/>
    <w:rsid w:val="003F364B"/>
    <w:rsid w:val="003F5605"/>
    <w:rsid w:val="00400F2A"/>
    <w:rsid w:val="00405184"/>
    <w:rsid w:val="00405609"/>
    <w:rsid w:val="00405796"/>
    <w:rsid w:val="00410FD0"/>
    <w:rsid w:val="00411896"/>
    <w:rsid w:val="00414D4A"/>
    <w:rsid w:val="00416913"/>
    <w:rsid w:val="00420896"/>
    <w:rsid w:val="004209C3"/>
    <w:rsid w:val="004226CA"/>
    <w:rsid w:val="004269FE"/>
    <w:rsid w:val="00427E72"/>
    <w:rsid w:val="00430AAD"/>
    <w:rsid w:val="00430DA0"/>
    <w:rsid w:val="00431A6F"/>
    <w:rsid w:val="0043211A"/>
    <w:rsid w:val="00433CF5"/>
    <w:rsid w:val="0043465D"/>
    <w:rsid w:val="00435A96"/>
    <w:rsid w:val="00435C7D"/>
    <w:rsid w:val="00436177"/>
    <w:rsid w:val="00437442"/>
    <w:rsid w:val="00440922"/>
    <w:rsid w:val="00440E82"/>
    <w:rsid w:val="0044154C"/>
    <w:rsid w:val="00444ABE"/>
    <w:rsid w:val="00444D0B"/>
    <w:rsid w:val="00444EBE"/>
    <w:rsid w:val="0044588A"/>
    <w:rsid w:val="00450D36"/>
    <w:rsid w:val="004512C4"/>
    <w:rsid w:val="0045246C"/>
    <w:rsid w:val="0045387B"/>
    <w:rsid w:val="004545FC"/>
    <w:rsid w:val="00454637"/>
    <w:rsid w:val="00454D90"/>
    <w:rsid w:val="00456302"/>
    <w:rsid w:val="004570F6"/>
    <w:rsid w:val="004608F8"/>
    <w:rsid w:val="00462B4A"/>
    <w:rsid w:val="004633E9"/>
    <w:rsid w:val="00467E62"/>
    <w:rsid w:val="0047142B"/>
    <w:rsid w:val="0047662E"/>
    <w:rsid w:val="0047729F"/>
    <w:rsid w:val="00477EB3"/>
    <w:rsid w:val="00481D19"/>
    <w:rsid w:val="0048203A"/>
    <w:rsid w:val="0048546F"/>
    <w:rsid w:val="00487B6B"/>
    <w:rsid w:val="00487F35"/>
    <w:rsid w:val="00493A8D"/>
    <w:rsid w:val="00494B75"/>
    <w:rsid w:val="00495723"/>
    <w:rsid w:val="004A0F15"/>
    <w:rsid w:val="004A259B"/>
    <w:rsid w:val="004B1950"/>
    <w:rsid w:val="004B1AE4"/>
    <w:rsid w:val="004B1D6D"/>
    <w:rsid w:val="004B41CC"/>
    <w:rsid w:val="004B5754"/>
    <w:rsid w:val="004B6C95"/>
    <w:rsid w:val="004B6FDC"/>
    <w:rsid w:val="004C1C10"/>
    <w:rsid w:val="004C212D"/>
    <w:rsid w:val="004C3138"/>
    <w:rsid w:val="004C7DCC"/>
    <w:rsid w:val="004D0565"/>
    <w:rsid w:val="004D1D88"/>
    <w:rsid w:val="004D29CC"/>
    <w:rsid w:val="004D4D73"/>
    <w:rsid w:val="004D5298"/>
    <w:rsid w:val="004E0879"/>
    <w:rsid w:val="004E401D"/>
    <w:rsid w:val="004E7D70"/>
    <w:rsid w:val="004F0DE6"/>
    <w:rsid w:val="004F1850"/>
    <w:rsid w:val="004F2932"/>
    <w:rsid w:val="004F2B43"/>
    <w:rsid w:val="004F4B5D"/>
    <w:rsid w:val="00501AC9"/>
    <w:rsid w:val="00501D17"/>
    <w:rsid w:val="00502F03"/>
    <w:rsid w:val="00503ABE"/>
    <w:rsid w:val="00505CAB"/>
    <w:rsid w:val="00506242"/>
    <w:rsid w:val="00506F33"/>
    <w:rsid w:val="005126D7"/>
    <w:rsid w:val="005149FB"/>
    <w:rsid w:val="00516509"/>
    <w:rsid w:val="00516AFE"/>
    <w:rsid w:val="00517CF1"/>
    <w:rsid w:val="00524108"/>
    <w:rsid w:val="00524FD2"/>
    <w:rsid w:val="00526221"/>
    <w:rsid w:val="005300E0"/>
    <w:rsid w:val="005328D6"/>
    <w:rsid w:val="00534552"/>
    <w:rsid w:val="00535890"/>
    <w:rsid w:val="00536511"/>
    <w:rsid w:val="005409C4"/>
    <w:rsid w:val="0054234B"/>
    <w:rsid w:val="0054249A"/>
    <w:rsid w:val="005444A1"/>
    <w:rsid w:val="00544E26"/>
    <w:rsid w:val="005460A8"/>
    <w:rsid w:val="005472A1"/>
    <w:rsid w:val="00552A25"/>
    <w:rsid w:val="005531BA"/>
    <w:rsid w:val="00553547"/>
    <w:rsid w:val="005559C3"/>
    <w:rsid w:val="0055665F"/>
    <w:rsid w:val="0055717C"/>
    <w:rsid w:val="005606AA"/>
    <w:rsid w:val="005612A9"/>
    <w:rsid w:val="00561348"/>
    <w:rsid w:val="00564535"/>
    <w:rsid w:val="005677DF"/>
    <w:rsid w:val="00567D55"/>
    <w:rsid w:val="00571BD0"/>
    <w:rsid w:val="0057226B"/>
    <w:rsid w:val="00573610"/>
    <w:rsid w:val="00573648"/>
    <w:rsid w:val="0057369F"/>
    <w:rsid w:val="0057410F"/>
    <w:rsid w:val="00577FB9"/>
    <w:rsid w:val="00580FBF"/>
    <w:rsid w:val="00582D68"/>
    <w:rsid w:val="00585555"/>
    <w:rsid w:val="00585F26"/>
    <w:rsid w:val="00586C80"/>
    <w:rsid w:val="005876B9"/>
    <w:rsid w:val="00587AC5"/>
    <w:rsid w:val="005906D1"/>
    <w:rsid w:val="00590909"/>
    <w:rsid w:val="005927F5"/>
    <w:rsid w:val="005931E1"/>
    <w:rsid w:val="00593C14"/>
    <w:rsid w:val="00596234"/>
    <w:rsid w:val="00597126"/>
    <w:rsid w:val="005A0CF0"/>
    <w:rsid w:val="005A6882"/>
    <w:rsid w:val="005B1EEC"/>
    <w:rsid w:val="005B347A"/>
    <w:rsid w:val="005B442E"/>
    <w:rsid w:val="005B5F78"/>
    <w:rsid w:val="005B7488"/>
    <w:rsid w:val="005B7C07"/>
    <w:rsid w:val="005C1BA2"/>
    <w:rsid w:val="005C2468"/>
    <w:rsid w:val="005C5A9B"/>
    <w:rsid w:val="005C749B"/>
    <w:rsid w:val="005D023E"/>
    <w:rsid w:val="005D1879"/>
    <w:rsid w:val="005D3584"/>
    <w:rsid w:val="005D44F5"/>
    <w:rsid w:val="005D7B0B"/>
    <w:rsid w:val="005E02D3"/>
    <w:rsid w:val="005E089A"/>
    <w:rsid w:val="005E0FED"/>
    <w:rsid w:val="005E239F"/>
    <w:rsid w:val="005E3F5D"/>
    <w:rsid w:val="005E40F3"/>
    <w:rsid w:val="005E66ED"/>
    <w:rsid w:val="005E711E"/>
    <w:rsid w:val="005F0501"/>
    <w:rsid w:val="005F1416"/>
    <w:rsid w:val="005F1BFB"/>
    <w:rsid w:val="005F3E16"/>
    <w:rsid w:val="005F569B"/>
    <w:rsid w:val="005F6B3A"/>
    <w:rsid w:val="005F7961"/>
    <w:rsid w:val="00602061"/>
    <w:rsid w:val="006028C0"/>
    <w:rsid w:val="00606915"/>
    <w:rsid w:val="006124EF"/>
    <w:rsid w:val="006146BE"/>
    <w:rsid w:val="006151C2"/>
    <w:rsid w:val="006152A3"/>
    <w:rsid w:val="00615D29"/>
    <w:rsid w:val="00616EA6"/>
    <w:rsid w:val="006208A8"/>
    <w:rsid w:val="00624BEA"/>
    <w:rsid w:val="00624C5F"/>
    <w:rsid w:val="00630608"/>
    <w:rsid w:val="00630A29"/>
    <w:rsid w:val="006316E9"/>
    <w:rsid w:val="006333B8"/>
    <w:rsid w:val="00634D00"/>
    <w:rsid w:val="00635B2B"/>
    <w:rsid w:val="00636ADE"/>
    <w:rsid w:val="00637172"/>
    <w:rsid w:val="00640211"/>
    <w:rsid w:val="006419D0"/>
    <w:rsid w:val="00644C46"/>
    <w:rsid w:val="00644CDC"/>
    <w:rsid w:val="006463B0"/>
    <w:rsid w:val="00646A59"/>
    <w:rsid w:val="00650267"/>
    <w:rsid w:val="006506F7"/>
    <w:rsid w:val="006522AA"/>
    <w:rsid w:val="006524B3"/>
    <w:rsid w:val="006545B2"/>
    <w:rsid w:val="00657815"/>
    <w:rsid w:val="00661C06"/>
    <w:rsid w:val="00661D81"/>
    <w:rsid w:val="00662970"/>
    <w:rsid w:val="00662CE8"/>
    <w:rsid w:val="00662E33"/>
    <w:rsid w:val="0066749A"/>
    <w:rsid w:val="00667C58"/>
    <w:rsid w:val="00677A6A"/>
    <w:rsid w:val="00680F39"/>
    <w:rsid w:val="0068128C"/>
    <w:rsid w:val="006833AC"/>
    <w:rsid w:val="00683D0D"/>
    <w:rsid w:val="0068509D"/>
    <w:rsid w:val="00687824"/>
    <w:rsid w:val="00692B45"/>
    <w:rsid w:val="00693785"/>
    <w:rsid w:val="006A283D"/>
    <w:rsid w:val="006A38A9"/>
    <w:rsid w:val="006A57BC"/>
    <w:rsid w:val="006A7B6C"/>
    <w:rsid w:val="006B2DE1"/>
    <w:rsid w:val="006B381F"/>
    <w:rsid w:val="006B3EE3"/>
    <w:rsid w:val="006B7361"/>
    <w:rsid w:val="006B740E"/>
    <w:rsid w:val="006C0024"/>
    <w:rsid w:val="006C01A0"/>
    <w:rsid w:val="006C1BCB"/>
    <w:rsid w:val="006C2829"/>
    <w:rsid w:val="006C2E79"/>
    <w:rsid w:val="006C399C"/>
    <w:rsid w:val="006C5AFF"/>
    <w:rsid w:val="006D0D56"/>
    <w:rsid w:val="006D1B21"/>
    <w:rsid w:val="006D2F84"/>
    <w:rsid w:val="006D4970"/>
    <w:rsid w:val="006D547F"/>
    <w:rsid w:val="006D6286"/>
    <w:rsid w:val="006D7848"/>
    <w:rsid w:val="006E063F"/>
    <w:rsid w:val="006E077A"/>
    <w:rsid w:val="006E118B"/>
    <w:rsid w:val="006E31A6"/>
    <w:rsid w:val="006E3460"/>
    <w:rsid w:val="006E39BB"/>
    <w:rsid w:val="006E4EC0"/>
    <w:rsid w:val="006E68D4"/>
    <w:rsid w:val="006E760B"/>
    <w:rsid w:val="006F3971"/>
    <w:rsid w:val="006F5876"/>
    <w:rsid w:val="006F628E"/>
    <w:rsid w:val="00700C41"/>
    <w:rsid w:val="0070256E"/>
    <w:rsid w:val="0070271E"/>
    <w:rsid w:val="0070330D"/>
    <w:rsid w:val="00703E7D"/>
    <w:rsid w:val="0070409C"/>
    <w:rsid w:val="00704329"/>
    <w:rsid w:val="007057B4"/>
    <w:rsid w:val="0070678C"/>
    <w:rsid w:val="00706EA3"/>
    <w:rsid w:val="007073BB"/>
    <w:rsid w:val="00714391"/>
    <w:rsid w:val="0071625F"/>
    <w:rsid w:val="00726F9D"/>
    <w:rsid w:val="007322E0"/>
    <w:rsid w:val="00736151"/>
    <w:rsid w:val="00737FB2"/>
    <w:rsid w:val="00750D36"/>
    <w:rsid w:val="0075158C"/>
    <w:rsid w:val="007524AA"/>
    <w:rsid w:val="0075262C"/>
    <w:rsid w:val="00762D76"/>
    <w:rsid w:val="0076660D"/>
    <w:rsid w:val="007674F3"/>
    <w:rsid w:val="007675F8"/>
    <w:rsid w:val="00773560"/>
    <w:rsid w:val="0077403F"/>
    <w:rsid w:val="00775CFC"/>
    <w:rsid w:val="00777A8D"/>
    <w:rsid w:val="0078164A"/>
    <w:rsid w:val="007821C3"/>
    <w:rsid w:val="0078270C"/>
    <w:rsid w:val="00782893"/>
    <w:rsid w:val="007835C6"/>
    <w:rsid w:val="0078678D"/>
    <w:rsid w:val="00786B3B"/>
    <w:rsid w:val="0079053E"/>
    <w:rsid w:val="00790AFC"/>
    <w:rsid w:val="00792E3F"/>
    <w:rsid w:val="00797009"/>
    <w:rsid w:val="007973F3"/>
    <w:rsid w:val="007A0899"/>
    <w:rsid w:val="007A09AB"/>
    <w:rsid w:val="007A24FC"/>
    <w:rsid w:val="007A3485"/>
    <w:rsid w:val="007A3A1E"/>
    <w:rsid w:val="007A547E"/>
    <w:rsid w:val="007A560C"/>
    <w:rsid w:val="007A79CA"/>
    <w:rsid w:val="007A7AF4"/>
    <w:rsid w:val="007B14C5"/>
    <w:rsid w:val="007B320D"/>
    <w:rsid w:val="007B3210"/>
    <w:rsid w:val="007B3241"/>
    <w:rsid w:val="007B3A02"/>
    <w:rsid w:val="007B52AA"/>
    <w:rsid w:val="007C0828"/>
    <w:rsid w:val="007E2779"/>
    <w:rsid w:val="007E587E"/>
    <w:rsid w:val="007F27B2"/>
    <w:rsid w:val="007F35B2"/>
    <w:rsid w:val="007F716C"/>
    <w:rsid w:val="007F779F"/>
    <w:rsid w:val="007F7DBC"/>
    <w:rsid w:val="008008E2"/>
    <w:rsid w:val="00801BBC"/>
    <w:rsid w:val="00802906"/>
    <w:rsid w:val="00803AED"/>
    <w:rsid w:val="00804E23"/>
    <w:rsid w:val="00805B7C"/>
    <w:rsid w:val="008103BF"/>
    <w:rsid w:val="008110A6"/>
    <w:rsid w:val="008117EB"/>
    <w:rsid w:val="008146A4"/>
    <w:rsid w:val="00816283"/>
    <w:rsid w:val="008169D3"/>
    <w:rsid w:val="0081725F"/>
    <w:rsid w:val="00817408"/>
    <w:rsid w:val="0082128C"/>
    <w:rsid w:val="0082329C"/>
    <w:rsid w:val="008236AE"/>
    <w:rsid w:val="008268BA"/>
    <w:rsid w:val="00827ADE"/>
    <w:rsid w:val="00830F37"/>
    <w:rsid w:val="0083115B"/>
    <w:rsid w:val="0083130C"/>
    <w:rsid w:val="00833771"/>
    <w:rsid w:val="00833DD4"/>
    <w:rsid w:val="00834407"/>
    <w:rsid w:val="00834E51"/>
    <w:rsid w:val="00836A84"/>
    <w:rsid w:val="00841EEA"/>
    <w:rsid w:val="00842957"/>
    <w:rsid w:val="00843505"/>
    <w:rsid w:val="0084465B"/>
    <w:rsid w:val="008472D1"/>
    <w:rsid w:val="008473E7"/>
    <w:rsid w:val="00850920"/>
    <w:rsid w:val="00852349"/>
    <w:rsid w:val="00853612"/>
    <w:rsid w:val="008554CB"/>
    <w:rsid w:val="00856B7D"/>
    <w:rsid w:val="00856EA0"/>
    <w:rsid w:val="008614B5"/>
    <w:rsid w:val="00862CDE"/>
    <w:rsid w:val="008646D4"/>
    <w:rsid w:val="00865C4C"/>
    <w:rsid w:val="00870008"/>
    <w:rsid w:val="00871073"/>
    <w:rsid w:val="008711BC"/>
    <w:rsid w:val="00873C31"/>
    <w:rsid w:val="008751A2"/>
    <w:rsid w:val="008757C4"/>
    <w:rsid w:val="008763D4"/>
    <w:rsid w:val="008771E2"/>
    <w:rsid w:val="00877ABF"/>
    <w:rsid w:val="00880543"/>
    <w:rsid w:val="00881714"/>
    <w:rsid w:val="008827DF"/>
    <w:rsid w:val="008861BA"/>
    <w:rsid w:val="00886800"/>
    <w:rsid w:val="008870E7"/>
    <w:rsid w:val="00890CA7"/>
    <w:rsid w:val="00891443"/>
    <w:rsid w:val="0089232A"/>
    <w:rsid w:val="0089352A"/>
    <w:rsid w:val="00895CAF"/>
    <w:rsid w:val="008963DD"/>
    <w:rsid w:val="0089686F"/>
    <w:rsid w:val="00896DBD"/>
    <w:rsid w:val="00897B89"/>
    <w:rsid w:val="008A072A"/>
    <w:rsid w:val="008A17D8"/>
    <w:rsid w:val="008A1C33"/>
    <w:rsid w:val="008A371E"/>
    <w:rsid w:val="008A4452"/>
    <w:rsid w:val="008A4B01"/>
    <w:rsid w:val="008A6A45"/>
    <w:rsid w:val="008B01A0"/>
    <w:rsid w:val="008B3180"/>
    <w:rsid w:val="008B4B84"/>
    <w:rsid w:val="008B7741"/>
    <w:rsid w:val="008B7FE1"/>
    <w:rsid w:val="008C0C39"/>
    <w:rsid w:val="008C14E5"/>
    <w:rsid w:val="008C1638"/>
    <w:rsid w:val="008C1A66"/>
    <w:rsid w:val="008C3E8B"/>
    <w:rsid w:val="008C5BA6"/>
    <w:rsid w:val="008C6A83"/>
    <w:rsid w:val="008D0A93"/>
    <w:rsid w:val="008D15B3"/>
    <w:rsid w:val="008D21AE"/>
    <w:rsid w:val="008D2E0A"/>
    <w:rsid w:val="008D41E4"/>
    <w:rsid w:val="008D709D"/>
    <w:rsid w:val="008D75C7"/>
    <w:rsid w:val="008E2949"/>
    <w:rsid w:val="008E3237"/>
    <w:rsid w:val="008E4F70"/>
    <w:rsid w:val="008E5BA7"/>
    <w:rsid w:val="008F0981"/>
    <w:rsid w:val="008F3335"/>
    <w:rsid w:val="008F45EA"/>
    <w:rsid w:val="008F49FD"/>
    <w:rsid w:val="008F4CED"/>
    <w:rsid w:val="008F5C22"/>
    <w:rsid w:val="00900CFA"/>
    <w:rsid w:val="009013B2"/>
    <w:rsid w:val="00901595"/>
    <w:rsid w:val="0090267A"/>
    <w:rsid w:val="0090297B"/>
    <w:rsid w:val="00904B56"/>
    <w:rsid w:val="00904E12"/>
    <w:rsid w:val="00905AD0"/>
    <w:rsid w:val="0090609F"/>
    <w:rsid w:val="00912A7F"/>
    <w:rsid w:val="0091726E"/>
    <w:rsid w:val="00917801"/>
    <w:rsid w:val="00920DB3"/>
    <w:rsid w:val="0092464E"/>
    <w:rsid w:val="009251FF"/>
    <w:rsid w:val="00925366"/>
    <w:rsid w:val="009351C3"/>
    <w:rsid w:val="0093679A"/>
    <w:rsid w:val="009422F5"/>
    <w:rsid w:val="0094349C"/>
    <w:rsid w:val="00943970"/>
    <w:rsid w:val="00947B53"/>
    <w:rsid w:val="00950F2F"/>
    <w:rsid w:val="00954D87"/>
    <w:rsid w:val="009562EA"/>
    <w:rsid w:val="0096040E"/>
    <w:rsid w:val="00961BE4"/>
    <w:rsid w:val="00963626"/>
    <w:rsid w:val="00963A5A"/>
    <w:rsid w:val="00965922"/>
    <w:rsid w:val="00967763"/>
    <w:rsid w:val="00967FBC"/>
    <w:rsid w:val="00971625"/>
    <w:rsid w:val="00971FB7"/>
    <w:rsid w:val="00972491"/>
    <w:rsid w:val="00972C2B"/>
    <w:rsid w:val="00973C32"/>
    <w:rsid w:val="00974096"/>
    <w:rsid w:val="00976D25"/>
    <w:rsid w:val="00980221"/>
    <w:rsid w:val="00981282"/>
    <w:rsid w:val="00981C11"/>
    <w:rsid w:val="00983FE4"/>
    <w:rsid w:val="0098462D"/>
    <w:rsid w:val="00984AEE"/>
    <w:rsid w:val="00985BC7"/>
    <w:rsid w:val="0098796A"/>
    <w:rsid w:val="0099087D"/>
    <w:rsid w:val="009925F6"/>
    <w:rsid w:val="00993873"/>
    <w:rsid w:val="00994945"/>
    <w:rsid w:val="00995E56"/>
    <w:rsid w:val="00996EC7"/>
    <w:rsid w:val="009A4AEA"/>
    <w:rsid w:val="009A4C78"/>
    <w:rsid w:val="009A4EE0"/>
    <w:rsid w:val="009A54DF"/>
    <w:rsid w:val="009A7A56"/>
    <w:rsid w:val="009B1D2E"/>
    <w:rsid w:val="009B2086"/>
    <w:rsid w:val="009B2EA5"/>
    <w:rsid w:val="009B4271"/>
    <w:rsid w:val="009B670C"/>
    <w:rsid w:val="009B682A"/>
    <w:rsid w:val="009B6B43"/>
    <w:rsid w:val="009B7F52"/>
    <w:rsid w:val="009C01C7"/>
    <w:rsid w:val="009C0523"/>
    <w:rsid w:val="009C21DC"/>
    <w:rsid w:val="009C4EB4"/>
    <w:rsid w:val="009C4EEF"/>
    <w:rsid w:val="009C689B"/>
    <w:rsid w:val="009C6A05"/>
    <w:rsid w:val="009C6D52"/>
    <w:rsid w:val="009C748A"/>
    <w:rsid w:val="009D4A68"/>
    <w:rsid w:val="009D4BE7"/>
    <w:rsid w:val="009D4E42"/>
    <w:rsid w:val="009D50BA"/>
    <w:rsid w:val="009D593B"/>
    <w:rsid w:val="009D75D6"/>
    <w:rsid w:val="009D7CCF"/>
    <w:rsid w:val="009D7F24"/>
    <w:rsid w:val="009E229B"/>
    <w:rsid w:val="009E3611"/>
    <w:rsid w:val="009F4742"/>
    <w:rsid w:val="009F4842"/>
    <w:rsid w:val="009F63C0"/>
    <w:rsid w:val="00A01395"/>
    <w:rsid w:val="00A060F7"/>
    <w:rsid w:val="00A068B8"/>
    <w:rsid w:val="00A07D46"/>
    <w:rsid w:val="00A10C3B"/>
    <w:rsid w:val="00A125C0"/>
    <w:rsid w:val="00A12B52"/>
    <w:rsid w:val="00A138A7"/>
    <w:rsid w:val="00A1394D"/>
    <w:rsid w:val="00A16EE8"/>
    <w:rsid w:val="00A2020E"/>
    <w:rsid w:val="00A2034F"/>
    <w:rsid w:val="00A2146C"/>
    <w:rsid w:val="00A21790"/>
    <w:rsid w:val="00A24469"/>
    <w:rsid w:val="00A25298"/>
    <w:rsid w:val="00A2652E"/>
    <w:rsid w:val="00A33932"/>
    <w:rsid w:val="00A3471A"/>
    <w:rsid w:val="00A34F25"/>
    <w:rsid w:val="00A354D2"/>
    <w:rsid w:val="00A35970"/>
    <w:rsid w:val="00A35B18"/>
    <w:rsid w:val="00A3649C"/>
    <w:rsid w:val="00A36FF3"/>
    <w:rsid w:val="00A370E6"/>
    <w:rsid w:val="00A41BDF"/>
    <w:rsid w:val="00A45D59"/>
    <w:rsid w:val="00A45DEE"/>
    <w:rsid w:val="00A462CA"/>
    <w:rsid w:val="00A47302"/>
    <w:rsid w:val="00A51331"/>
    <w:rsid w:val="00A51F9C"/>
    <w:rsid w:val="00A528E4"/>
    <w:rsid w:val="00A52FF9"/>
    <w:rsid w:val="00A53BD8"/>
    <w:rsid w:val="00A568EA"/>
    <w:rsid w:val="00A56AC7"/>
    <w:rsid w:val="00A56C65"/>
    <w:rsid w:val="00A5732A"/>
    <w:rsid w:val="00A57841"/>
    <w:rsid w:val="00A61BAB"/>
    <w:rsid w:val="00A62443"/>
    <w:rsid w:val="00A62A7D"/>
    <w:rsid w:val="00A6516B"/>
    <w:rsid w:val="00A6516F"/>
    <w:rsid w:val="00A6548C"/>
    <w:rsid w:val="00A71603"/>
    <w:rsid w:val="00A737BB"/>
    <w:rsid w:val="00A76FAF"/>
    <w:rsid w:val="00A76FC8"/>
    <w:rsid w:val="00A811F8"/>
    <w:rsid w:val="00A86473"/>
    <w:rsid w:val="00A908FE"/>
    <w:rsid w:val="00A94497"/>
    <w:rsid w:val="00A959B5"/>
    <w:rsid w:val="00A96876"/>
    <w:rsid w:val="00AA02C2"/>
    <w:rsid w:val="00AA28CE"/>
    <w:rsid w:val="00AA41A0"/>
    <w:rsid w:val="00AA48D2"/>
    <w:rsid w:val="00AA6C6E"/>
    <w:rsid w:val="00AA6CC7"/>
    <w:rsid w:val="00AB290B"/>
    <w:rsid w:val="00AB30AA"/>
    <w:rsid w:val="00AB38D9"/>
    <w:rsid w:val="00AB4122"/>
    <w:rsid w:val="00AB5569"/>
    <w:rsid w:val="00AB777C"/>
    <w:rsid w:val="00AB7EED"/>
    <w:rsid w:val="00AC0997"/>
    <w:rsid w:val="00AC0F7E"/>
    <w:rsid w:val="00AC13E6"/>
    <w:rsid w:val="00AC472A"/>
    <w:rsid w:val="00AC6C42"/>
    <w:rsid w:val="00AC74B1"/>
    <w:rsid w:val="00AC7B2E"/>
    <w:rsid w:val="00AD1F00"/>
    <w:rsid w:val="00AD230F"/>
    <w:rsid w:val="00AD5F3A"/>
    <w:rsid w:val="00AE109D"/>
    <w:rsid w:val="00AE1935"/>
    <w:rsid w:val="00AE19D7"/>
    <w:rsid w:val="00AE1C8F"/>
    <w:rsid w:val="00AE36DA"/>
    <w:rsid w:val="00AE4604"/>
    <w:rsid w:val="00AE4A13"/>
    <w:rsid w:val="00AE4BCE"/>
    <w:rsid w:val="00AE6A8B"/>
    <w:rsid w:val="00AE6E32"/>
    <w:rsid w:val="00AF0425"/>
    <w:rsid w:val="00AF1904"/>
    <w:rsid w:val="00AF2C54"/>
    <w:rsid w:val="00AF5A45"/>
    <w:rsid w:val="00AF6E2B"/>
    <w:rsid w:val="00AF7F24"/>
    <w:rsid w:val="00B01992"/>
    <w:rsid w:val="00B0391A"/>
    <w:rsid w:val="00B047C6"/>
    <w:rsid w:val="00B04BF5"/>
    <w:rsid w:val="00B05B30"/>
    <w:rsid w:val="00B05D17"/>
    <w:rsid w:val="00B10D1E"/>
    <w:rsid w:val="00B12598"/>
    <w:rsid w:val="00B125F5"/>
    <w:rsid w:val="00B12ED8"/>
    <w:rsid w:val="00B15EE2"/>
    <w:rsid w:val="00B161D5"/>
    <w:rsid w:val="00B1657B"/>
    <w:rsid w:val="00B17DD2"/>
    <w:rsid w:val="00B22EFE"/>
    <w:rsid w:val="00B2379C"/>
    <w:rsid w:val="00B2595E"/>
    <w:rsid w:val="00B279D6"/>
    <w:rsid w:val="00B27F0D"/>
    <w:rsid w:val="00B307CB"/>
    <w:rsid w:val="00B331C2"/>
    <w:rsid w:val="00B33A75"/>
    <w:rsid w:val="00B34384"/>
    <w:rsid w:val="00B36089"/>
    <w:rsid w:val="00B40034"/>
    <w:rsid w:val="00B4161A"/>
    <w:rsid w:val="00B441D7"/>
    <w:rsid w:val="00B47346"/>
    <w:rsid w:val="00B47FD5"/>
    <w:rsid w:val="00B51956"/>
    <w:rsid w:val="00B531EF"/>
    <w:rsid w:val="00B5336B"/>
    <w:rsid w:val="00B547A6"/>
    <w:rsid w:val="00B6140F"/>
    <w:rsid w:val="00B635E8"/>
    <w:rsid w:val="00B65273"/>
    <w:rsid w:val="00B70AC9"/>
    <w:rsid w:val="00B71AC4"/>
    <w:rsid w:val="00B72B94"/>
    <w:rsid w:val="00B74E48"/>
    <w:rsid w:val="00B75787"/>
    <w:rsid w:val="00B77164"/>
    <w:rsid w:val="00B8048B"/>
    <w:rsid w:val="00B81B53"/>
    <w:rsid w:val="00B8310C"/>
    <w:rsid w:val="00B843BF"/>
    <w:rsid w:val="00B84E98"/>
    <w:rsid w:val="00B84F09"/>
    <w:rsid w:val="00B8653C"/>
    <w:rsid w:val="00B87C37"/>
    <w:rsid w:val="00B87D34"/>
    <w:rsid w:val="00B90253"/>
    <w:rsid w:val="00B91949"/>
    <w:rsid w:val="00B93154"/>
    <w:rsid w:val="00B93AAD"/>
    <w:rsid w:val="00B94206"/>
    <w:rsid w:val="00B94DE2"/>
    <w:rsid w:val="00B97289"/>
    <w:rsid w:val="00B97DA5"/>
    <w:rsid w:val="00BA0DEC"/>
    <w:rsid w:val="00BA119B"/>
    <w:rsid w:val="00BA2083"/>
    <w:rsid w:val="00BA354B"/>
    <w:rsid w:val="00BB0738"/>
    <w:rsid w:val="00BB0BD0"/>
    <w:rsid w:val="00BB33C0"/>
    <w:rsid w:val="00BB6593"/>
    <w:rsid w:val="00BB7D7A"/>
    <w:rsid w:val="00BC0F00"/>
    <w:rsid w:val="00BC2B27"/>
    <w:rsid w:val="00BC6C0D"/>
    <w:rsid w:val="00BD1680"/>
    <w:rsid w:val="00BD4944"/>
    <w:rsid w:val="00BD505A"/>
    <w:rsid w:val="00BD75CA"/>
    <w:rsid w:val="00BE057A"/>
    <w:rsid w:val="00BE1113"/>
    <w:rsid w:val="00BE1DD1"/>
    <w:rsid w:val="00BE324C"/>
    <w:rsid w:val="00BE333E"/>
    <w:rsid w:val="00BE3425"/>
    <w:rsid w:val="00BE495C"/>
    <w:rsid w:val="00BE526D"/>
    <w:rsid w:val="00BE5F17"/>
    <w:rsid w:val="00BE69A9"/>
    <w:rsid w:val="00BF353D"/>
    <w:rsid w:val="00BF50E0"/>
    <w:rsid w:val="00BF5447"/>
    <w:rsid w:val="00BF6036"/>
    <w:rsid w:val="00BF6659"/>
    <w:rsid w:val="00BF7188"/>
    <w:rsid w:val="00C00918"/>
    <w:rsid w:val="00C04738"/>
    <w:rsid w:val="00C071DD"/>
    <w:rsid w:val="00C078D0"/>
    <w:rsid w:val="00C10369"/>
    <w:rsid w:val="00C12D6E"/>
    <w:rsid w:val="00C14AFB"/>
    <w:rsid w:val="00C152A6"/>
    <w:rsid w:val="00C1596F"/>
    <w:rsid w:val="00C170A7"/>
    <w:rsid w:val="00C20788"/>
    <w:rsid w:val="00C24209"/>
    <w:rsid w:val="00C245B7"/>
    <w:rsid w:val="00C25C6B"/>
    <w:rsid w:val="00C27244"/>
    <w:rsid w:val="00C32496"/>
    <w:rsid w:val="00C32B8B"/>
    <w:rsid w:val="00C35C23"/>
    <w:rsid w:val="00C41FFB"/>
    <w:rsid w:val="00C426E3"/>
    <w:rsid w:val="00C42B3E"/>
    <w:rsid w:val="00C44312"/>
    <w:rsid w:val="00C466F7"/>
    <w:rsid w:val="00C47D4C"/>
    <w:rsid w:val="00C47D74"/>
    <w:rsid w:val="00C503B6"/>
    <w:rsid w:val="00C50B4E"/>
    <w:rsid w:val="00C50C1E"/>
    <w:rsid w:val="00C50DC8"/>
    <w:rsid w:val="00C51C7B"/>
    <w:rsid w:val="00C531E4"/>
    <w:rsid w:val="00C55380"/>
    <w:rsid w:val="00C60092"/>
    <w:rsid w:val="00C62157"/>
    <w:rsid w:val="00C63E9A"/>
    <w:rsid w:val="00C675A0"/>
    <w:rsid w:val="00C72881"/>
    <w:rsid w:val="00C73391"/>
    <w:rsid w:val="00C73847"/>
    <w:rsid w:val="00C745F2"/>
    <w:rsid w:val="00C76EBA"/>
    <w:rsid w:val="00C77362"/>
    <w:rsid w:val="00C80D5C"/>
    <w:rsid w:val="00C82054"/>
    <w:rsid w:val="00C828AE"/>
    <w:rsid w:val="00C82F8E"/>
    <w:rsid w:val="00C8315E"/>
    <w:rsid w:val="00C837F9"/>
    <w:rsid w:val="00C85226"/>
    <w:rsid w:val="00C85951"/>
    <w:rsid w:val="00C86F6D"/>
    <w:rsid w:val="00C90383"/>
    <w:rsid w:val="00C90B9F"/>
    <w:rsid w:val="00C92DD8"/>
    <w:rsid w:val="00C951EF"/>
    <w:rsid w:val="00C956E5"/>
    <w:rsid w:val="00C9725E"/>
    <w:rsid w:val="00C97D13"/>
    <w:rsid w:val="00C97F99"/>
    <w:rsid w:val="00CA3A9D"/>
    <w:rsid w:val="00CA54CE"/>
    <w:rsid w:val="00CA6146"/>
    <w:rsid w:val="00CA735F"/>
    <w:rsid w:val="00CB22AC"/>
    <w:rsid w:val="00CB3E2D"/>
    <w:rsid w:val="00CB5D0A"/>
    <w:rsid w:val="00CB785B"/>
    <w:rsid w:val="00CC040C"/>
    <w:rsid w:val="00CC1909"/>
    <w:rsid w:val="00CC1FB2"/>
    <w:rsid w:val="00CC2DA5"/>
    <w:rsid w:val="00CC33DB"/>
    <w:rsid w:val="00CC4B65"/>
    <w:rsid w:val="00CC6FD9"/>
    <w:rsid w:val="00CC78C2"/>
    <w:rsid w:val="00CD0B83"/>
    <w:rsid w:val="00CD35B7"/>
    <w:rsid w:val="00CD666E"/>
    <w:rsid w:val="00CD69F6"/>
    <w:rsid w:val="00CE053E"/>
    <w:rsid w:val="00CE4F32"/>
    <w:rsid w:val="00CF047F"/>
    <w:rsid w:val="00CF1C81"/>
    <w:rsid w:val="00CF521D"/>
    <w:rsid w:val="00CF54BA"/>
    <w:rsid w:val="00CF6BB8"/>
    <w:rsid w:val="00D013F8"/>
    <w:rsid w:val="00D0168D"/>
    <w:rsid w:val="00D01A5A"/>
    <w:rsid w:val="00D051D5"/>
    <w:rsid w:val="00D0553D"/>
    <w:rsid w:val="00D06A62"/>
    <w:rsid w:val="00D07B5D"/>
    <w:rsid w:val="00D102EA"/>
    <w:rsid w:val="00D1052A"/>
    <w:rsid w:val="00D10DB0"/>
    <w:rsid w:val="00D15878"/>
    <w:rsid w:val="00D1616F"/>
    <w:rsid w:val="00D16817"/>
    <w:rsid w:val="00D17534"/>
    <w:rsid w:val="00D20935"/>
    <w:rsid w:val="00D21D37"/>
    <w:rsid w:val="00D2326B"/>
    <w:rsid w:val="00D23B15"/>
    <w:rsid w:val="00D26FDF"/>
    <w:rsid w:val="00D27082"/>
    <w:rsid w:val="00D3013E"/>
    <w:rsid w:val="00D320A1"/>
    <w:rsid w:val="00D341F1"/>
    <w:rsid w:val="00D359A2"/>
    <w:rsid w:val="00D35A48"/>
    <w:rsid w:val="00D35B45"/>
    <w:rsid w:val="00D369A3"/>
    <w:rsid w:val="00D40121"/>
    <w:rsid w:val="00D40DBC"/>
    <w:rsid w:val="00D41ADE"/>
    <w:rsid w:val="00D41B24"/>
    <w:rsid w:val="00D42913"/>
    <w:rsid w:val="00D430FA"/>
    <w:rsid w:val="00D433BF"/>
    <w:rsid w:val="00D508F6"/>
    <w:rsid w:val="00D50BA5"/>
    <w:rsid w:val="00D542CF"/>
    <w:rsid w:val="00D5440B"/>
    <w:rsid w:val="00D5521F"/>
    <w:rsid w:val="00D55E8D"/>
    <w:rsid w:val="00D61D15"/>
    <w:rsid w:val="00D62A9A"/>
    <w:rsid w:val="00D63605"/>
    <w:rsid w:val="00D640BC"/>
    <w:rsid w:val="00D642D7"/>
    <w:rsid w:val="00D6762A"/>
    <w:rsid w:val="00D70AC1"/>
    <w:rsid w:val="00D726D1"/>
    <w:rsid w:val="00D72E41"/>
    <w:rsid w:val="00D73495"/>
    <w:rsid w:val="00D768D2"/>
    <w:rsid w:val="00D800EC"/>
    <w:rsid w:val="00D84987"/>
    <w:rsid w:val="00D84CF7"/>
    <w:rsid w:val="00D86092"/>
    <w:rsid w:val="00D86C4C"/>
    <w:rsid w:val="00D87A07"/>
    <w:rsid w:val="00D87F4C"/>
    <w:rsid w:val="00D915A1"/>
    <w:rsid w:val="00D9294F"/>
    <w:rsid w:val="00D95EED"/>
    <w:rsid w:val="00DA0F38"/>
    <w:rsid w:val="00DA3AD5"/>
    <w:rsid w:val="00DA3E82"/>
    <w:rsid w:val="00DA45EC"/>
    <w:rsid w:val="00DA46E5"/>
    <w:rsid w:val="00DA637D"/>
    <w:rsid w:val="00DB12E4"/>
    <w:rsid w:val="00DB3099"/>
    <w:rsid w:val="00DB3BEF"/>
    <w:rsid w:val="00DB4388"/>
    <w:rsid w:val="00DC3863"/>
    <w:rsid w:val="00DC6BE1"/>
    <w:rsid w:val="00DD0273"/>
    <w:rsid w:val="00DD028F"/>
    <w:rsid w:val="00DD0B97"/>
    <w:rsid w:val="00DD1A12"/>
    <w:rsid w:val="00DD31D7"/>
    <w:rsid w:val="00DD6470"/>
    <w:rsid w:val="00DD7E84"/>
    <w:rsid w:val="00DE1848"/>
    <w:rsid w:val="00DE2D49"/>
    <w:rsid w:val="00DE31D8"/>
    <w:rsid w:val="00DE3F03"/>
    <w:rsid w:val="00DE5778"/>
    <w:rsid w:val="00DF1DBD"/>
    <w:rsid w:val="00DF3486"/>
    <w:rsid w:val="00DF750F"/>
    <w:rsid w:val="00E04C29"/>
    <w:rsid w:val="00E076C4"/>
    <w:rsid w:val="00E124DC"/>
    <w:rsid w:val="00E13ED9"/>
    <w:rsid w:val="00E15997"/>
    <w:rsid w:val="00E2042C"/>
    <w:rsid w:val="00E21996"/>
    <w:rsid w:val="00E21ABB"/>
    <w:rsid w:val="00E24FFA"/>
    <w:rsid w:val="00E26B04"/>
    <w:rsid w:val="00E331C8"/>
    <w:rsid w:val="00E3469C"/>
    <w:rsid w:val="00E346E2"/>
    <w:rsid w:val="00E3509D"/>
    <w:rsid w:val="00E36083"/>
    <w:rsid w:val="00E36163"/>
    <w:rsid w:val="00E363F7"/>
    <w:rsid w:val="00E3671E"/>
    <w:rsid w:val="00E368D5"/>
    <w:rsid w:val="00E416CB"/>
    <w:rsid w:val="00E41D64"/>
    <w:rsid w:val="00E5022F"/>
    <w:rsid w:val="00E5286B"/>
    <w:rsid w:val="00E53CD1"/>
    <w:rsid w:val="00E56981"/>
    <w:rsid w:val="00E56B88"/>
    <w:rsid w:val="00E56E74"/>
    <w:rsid w:val="00E57BC0"/>
    <w:rsid w:val="00E63589"/>
    <w:rsid w:val="00E66D58"/>
    <w:rsid w:val="00E673E7"/>
    <w:rsid w:val="00E67F63"/>
    <w:rsid w:val="00E70A61"/>
    <w:rsid w:val="00E721C0"/>
    <w:rsid w:val="00E7256B"/>
    <w:rsid w:val="00E73EBB"/>
    <w:rsid w:val="00E80C7B"/>
    <w:rsid w:val="00E8126C"/>
    <w:rsid w:val="00E81A05"/>
    <w:rsid w:val="00E83192"/>
    <w:rsid w:val="00E83C7C"/>
    <w:rsid w:val="00E8466C"/>
    <w:rsid w:val="00E8509A"/>
    <w:rsid w:val="00E9058A"/>
    <w:rsid w:val="00E90A84"/>
    <w:rsid w:val="00E90C80"/>
    <w:rsid w:val="00E9105D"/>
    <w:rsid w:val="00E91B61"/>
    <w:rsid w:val="00E934A4"/>
    <w:rsid w:val="00E94B01"/>
    <w:rsid w:val="00E967AC"/>
    <w:rsid w:val="00E970C0"/>
    <w:rsid w:val="00EA1297"/>
    <w:rsid w:val="00EA6659"/>
    <w:rsid w:val="00EB347B"/>
    <w:rsid w:val="00EB3DF5"/>
    <w:rsid w:val="00EB4953"/>
    <w:rsid w:val="00EB497E"/>
    <w:rsid w:val="00EB4E2A"/>
    <w:rsid w:val="00EB7A70"/>
    <w:rsid w:val="00EC019C"/>
    <w:rsid w:val="00EC452D"/>
    <w:rsid w:val="00EC46E5"/>
    <w:rsid w:val="00EC4BE0"/>
    <w:rsid w:val="00EC6274"/>
    <w:rsid w:val="00EC66E1"/>
    <w:rsid w:val="00EC690C"/>
    <w:rsid w:val="00ED2006"/>
    <w:rsid w:val="00ED53C6"/>
    <w:rsid w:val="00ED5502"/>
    <w:rsid w:val="00EE1C35"/>
    <w:rsid w:val="00EE2497"/>
    <w:rsid w:val="00EE24B1"/>
    <w:rsid w:val="00EE4661"/>
    <w:rsid w:val="00EE4F7B"/>
    <w:rsid w:val="00EE5468"/>
    <w:rsid w:val="00EE63A0"/>
    <w:rsid w:val="00EF2CF3"/>
    <w:rsid w:val="00EF3F57"/>
    <w:rsid w:val="00EF5042"/>
    <w:rsid w:val="00EF690C"/>
    <w:rsid w:val="00F000B7"/>
    <w:rsid w:val="00F00817"/>
    <w:rsid w:val="00F00D22"/>
    <w:rsid w:val="00F01159"/>
    <w:rsid w:val="00F03D5F"/>
    <w:rsid w:val="00F04036"/>
    <w:rsid w:val="00F05423"/>
    <w:rsid w:val="00F062DE"/>
    <w:rsid w:val="00F06E49"/>
    <w:rsid w:val="00F11CAC"/>
    <w:rsid w:val="00F1443C"/>
    <w:rsid w:val="00F14C6C"/>
    <w:rsid w:val="00F17158"/>
    <w:rsid w:val="00F209A0"/>
    <w:rsid w:val="00F20AC8"/>
    <w:rsid w:val="00F2687D"/>
    <w:rsid w:val="00F26E42"/>
    <w:rsid w:val="00F2700E"/>
    <w:rsid w:val="00F307A8"/>
    <w:rsid w:val="00F30DD3"/>
    <w:rsid w:val="00F30E6F"/>
    <w:rsid w:val="00F31144"/>
    <w:rsid w:val="00F335BA"/>
    <w:rsid w:val="00F33954"/>
    <w:rsid w:val="00F34322"/>
    <w:rsid w:val="00F3547A"/>
    <w:rsid w:val="00F35F86"/>
    <w:rsid w:val="00F374D5"/>
    <w:rsid w:val="00F400E6"/>
    <w:rsid w:val="00F42CB6"/>
    <w:rsid w:val="00F432F9"/>
    <w:rsid w:val="00F43339"/>
    <w:rsid w:val="00F46250"/>
    <w:rsid w:val="00F46447"/>
    <w:rsid w:val="00F503F2"/>
    <w:rsid w:val="00F51E2A"/>
    <w:rsid w:val="00F53773"/>
    <w:rsid w:val="00F54CC6"/>
    <w:rsid w:val="00F55ECC"/>
    <w:rsid w:val="00F56DEA"/>
    <w:rsid w:val="00F63EC9"/>
    <w:rsid w:val="00F64363"/>
    <w:rsid w:val="00F647D6"/>
    <w:rsid w:val="00F64F2B"/>
    <w:rsid w:val="00F67801"/>
    <w:rsid w:val="00F67D28"/>
    <w:rsid w:val="00F70E2F"/>
    <w:rsid w:val="00F716A4"/>
    <w:rsid w:val="00F74A3A"/>
    <w:rsid w:val="00F750D9"/>
    <w:rsid w:val="00F754E0"/>
    <w:rsid w:val="00F763FE"/>
    <w:rsid w:val="00F770F0"/>
    <w:rsid w:val="00F7771A"/>
    <w:rsid w:val="00F809FD"/>
    <w:rsid w:val="00F82614"/>
    <w:rsid w:val="00F832AD"/>
    <w:rsid w:val="00F85E7E"/>
    <w:rsid w:val="00F865FE"/>
    <w:rsid w:val="00F910D6"/>
    <w:rsid w:val="00F91795"/>
    <w:rsid w:val="00F936F3"/>
    <w:rsid w:val="00F93947"/>
    <w:rsid w:val="00F94560"/>
    <w:rsid w:val="00F94E75"/>
    <w:rsid w:val="00F95E82"/>
    <w:rsid w:val="00F963F7"/>
    <w:rsid w:val="00F972C8"/>
    <w:rsid w:val="00F97E2F"/>
    <w:rsid w:val="00FA0661"/>
    <w:rsid w:val="00FA3118"/>
    <w:rsid w:val="00FA39C6"/>
    <w:rsid w:val="00FA43E5"/>
    <w:rsid w:val="00FA45F1"/>
    <w:rsid w:val="00FA4FA5"/>
    <w:rsid w:val="00FB43F7"/>
    <w:rsid w:val="00FB548F"/>
    <w:rsid w:val="00FB7E52"/>
    <w:rsid w:val="00FC40B6"/>
    <w:rsid w:val="00FC5E79"/>
    <w:rsid w:val="00FC6E65"/>
    <w:rsid w:val="00FC7061"/>
    <w:rsid w:val="00FD148B"/>
    <w:rsid w:val="00FD4686"/>
    <w:rsid w:val="00FD650D"/>
    <w:rsid w:val="00FE292A"/>
    <w:rsid w:val="00FE744B"/>
    <w:rsid w:val="00FE7F42"/>
    <w:rsid w:val="00FF3B4D"/>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uiPriority w:val="1"/>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 w:type="paragraph" w:styleId="Revision">
    <w:name w:val="Revision"/>
    <w:hidden/>
    <w:uiPriority w:val="99"/>
    <w:semiHidden/>
    <w:rsid w:val="00216EED"/>
    <w:pPr>
      <w:spacing w:after="0" w:line="240" w:lineRule="auto"/>
    </w:pPr>
    <w:rPr>
      <w:color w:val="000000" w:themeColor="text2"/>
      <w:sz w:val="20"/>
    </w:rPr>
  </w:style>
  <w:style w:type="character" w:styleId="Strong">
    <w:name w:val="Strong"/>
    <w:basedOn w:val="DefaultParagraphFont"/>
    <w:qFormat/>
    <w:rsid w:val="003228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559768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295184141">
      <w:bodyDiv w:val="1"/>
      <w:marLeft w:val="0"/>
      <w:marRight w:val="0"/>
      <w:marTop w:val="0"/>
      <w:marBottom w:val="0"/>
      <w:divBdr>
        <w:top w:val="none" w:sz="0" w:space="0" w:color="auto"/>
        <w:left w:val="none" w:sz="0" w:space="0" w:color="auto"/>
        <w:bottom w:val="none" w:sz="0" w:space="0" w:color="auto"/>
        <w:right w:val="none" w:sz="0" w:space="0" w:color="auto"/>
      </w:divBdr>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64927167">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641620530">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879132093">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1319310">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901752">
      <w:bodyDiv w:val="1"/>
      <w:marLeft w:val="0"/>
      <w:marRight w:val="0"/>
      <w:marTop w:val="0"/>
      <w:marBottom w:val="0"/>
      <w:divBdr>
        <w:top w:val="none" w:sz="0" w:space="0" w:color="auto"/>
        <w:left w:val="none" w:sz="0" w:space="0" w:color="auto"/>
        <w:bottom w:val="none" w:sz="0" w:space="0" w:color="auto"/>
        <w:right w:val="none" w:sz="0" w:space="0" w:color="auto"/>
      </w:divBdr>
    </w:div>
    <w:div w:id="1318336144">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1848757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793786650">
      <w:bodyDiv w:val="1"/>
      <w:marLeft w:val="0"/>
      <w:marRight w:val="0"/>
      <w:marTop w:val="0"/>
      <w:marBottom w:val="0"/>
      <w:divBdr>
        <w:top w:val="none" w:sz="0" w:space="0" w:color="auto"/>
        <w:left w:val="none" w:sz="0" w:space="0" w:color="auto"/>
        <w:bottom w:val="none" w:sz="0" w:space="0" w:color="auto"/>
        <w:right w:val="none" w:sz="0" w:space="0" w:color="auto"/>
      </w:divBdr>
    </w:div>
    <w:div w:id="1809517885">
      <w:bodyDiv w:val="1"/>
      <w:marLeft w:val="0"/>
      <w:marRight w:val="0"/>
      <w:marTop w:val="0"/>
      <w:marBottom w:val="0"/>
      <w:divBdr>
        <w:top w:val="none" w:sz="0" w:space="0" w:color="auto"/>
        <w:left w:val="none" w:sz="0" w:space="0" w:color="auto"/>
        <w:bottom w:val="none" w:sz="0" w:space="0" w:color="auto"/>
        <w:right w:val="none" w:sz="0" w:space="0" w:color="auto"/>
      </w:divBdr>
    </w:div>
    <w:div w:id="1865096218">
      <w:bodyDiv w:val="1"/>
      <w:marLeft w:val="0"/>
      <w:marRight w:val="0"/>
      <w:marTop w:val="0"/>
      <w:marBottom w:val="0"/>
      <w:divBdr>
        <w:top w:val="none" w:sz="0" w:space="0" w:color="auto"/>
        <w:left w:val="none" w:sz="0" w:space="0" w:color="auto"/>
        <w:bottom w:val="none" w:sz="0" w:space="0" w:color="auto"/>
        <w:right w:val="none" w:sz="0" w:space="0" w:color="auto"/>
      </w:divBdr>
    </w:div>
    <w:div w:id="1948922398">
      <w:bodyDiv w:val="1"/>
      <w:marLeft w:val="0"/>
      <w:marRight w:val="0"/>
      <w:marTop w:val="0"/>
      <w:marBottom w:val="0"/>
      <w:divBdr>
        <w:top w:val="none" w:sz="0" w:space="0" w:color="auto"/>
        <w:left w:val="none" w:sz="0" w:space="0" w:color="auto"/>
        <w:bottom w:val="none" w:sz="0" w:space="0" w:color="auto"/>
        <w:right w:val="none" w:sz="0" w:space="0" w:color="auto"/>
      </w:divBdr>
    </w:div>
    <w:div w:id="2062438670">
      <w:bodyDiv w:val="1"/>
      <w:marLeft w:val="0"/>
      <w:marRight w:val="0"/>
      <w:marTop w:val="0"/>
      <w:marBottom w:val="0"/>
      <w:divBdr>
        <w:top w:val="none" w:sz="0" w:space="0" w:color="auto"/>
        <w:left w:val="none" w:sz="0" w:space="0" w:color="auto"/>
        <w:bottom w:val="none" w:sz="0" w:space="0" w:color="auto"/>
        <w:right w:val="none" w:sz="0" w:space="0" w:color="auto"/>
      </w:divBdr>
    </w:div>
    <w:div w:id="210410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iryna.gaidai@plan-international.org" TargetMode="External"/><Relationship Id="rId26" Type="http://schemas.openxmlformats.org/officeDocument/2006/relationships/hyperlink" Target="mailto:lesia.tsipkun@plan-international.org" TargetMode="External"/><Relationship Id="rId3" Type="http://schemas.openxmlformats.org/officeDocument/2006/relationships/customXml" Target="../customXml/item3.xml"/><Relationship Id="rId21" Type="http://schemas.openxmlformats.org/officeDocument/2006/relationships/hyperlink" Target="mailto:ukraine.procurement@plan-international.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Mykhailo.Prokopets@plan-international.org" TargetMode="External"/><Relationship Id="rId25" Type="http://schemas.openxmlformats.org/officeDocument/2006/relationships/hyperlink" Target="mailto:ukraine.procurement@plan-international.org" TargetMode="External"/><Relationship Id="rId2" Type="http://schemas.openxmlformats.org/officeDocument/2006/relationships/customXml" Target="../customXml/item2.xml"/><Relationship Id="rId16" Type="http://schemas.openxmlformats.org/officeDocument/2006/relationships/hyperlink" Target="mailto:lesia.tsipkun@plan-international.org" TargetMode="External"/><Relationship Id="rId20" Type="http://schemas.openxmlformats.org/officeDocument/2006/relationships/hyperlink" Target="https://plan-international.org/strategy"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iryna.gaidai@plan-international.org"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mailto:Mykhailo.Prokopets@plan-international.org" TargetMode="External"/><Relationship Id="rId28" Type="http://schemas.openxmlformats.org/officeDocument/2006/relationships/hyperlink" Target="mailto:iryna.gaidai@plan-international.org" TargetMode="External"/><Relationship Id="rId10" Type="http://schemas.openxmlformats.org/officeDocument/2006/relationships/endnotes" Target="endnotes.xml"/><Relationship Id="rId19" Type="http://schemas.openxmlformats.org/officeDocument/2006/relationships/image" Target="media/image5.jpe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lesia.tsipkun@plan-international.org" TargetMode="External"/><Relationship Id="rId27" Type="http://schemas.openxmlformats.org/officeDocument/2006/relationships/hyperlink" Target="mailto:Mykhailo.Prokopets@plan-international.org"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B1D29BC052B7443B1E1C1ADE9D416D9" ma:contentTypeVersion="19" ma:contentTypeDescription="Створення нового документа." ma:contentTypeScope="" ma:versionID="d5cacbfb622c5859e38effc563be4a97">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3d04558262f06e6bcd701e3d34aea096"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element ref="ns2:TranslatedLa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Теги зображень"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element name="TranslatedLang" ma:index="26" nillable="true" ma:displayName="Translated Language" ma:internalName="TranslatedLang">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TranslatedLang xmlns="1b122236-6729-4aff-b508-8c68f4f9eea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74AB5-7568-445A-AE46-16FDE23FC6CC}"/>
</file>

<file path=customXml/itemProps2.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3.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4.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1614</TotalTime>
  <Pages>6</Pages>
  <Words>1464</Words>
  <Characters>10529</Characters>
  <Application>Microsoft Office Word</Application>
  <DocSecurity>0</DocSecurity>
  <Lines>269</Lines>
  <Paragraphs>193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Iryna Gaidai</cp:lastModifiedBy>
  <cp:revision>242</cp:revision>
  <cp:lastPrinted>2015-05-18T13:41:00Z</cp:lastPrinted>
  <dcterms:created xsi:type="dcterms:W3CDTF">2024-10-08T10:28:00Z</dcterms:created>
  <dcterms:modified xsi:type="dcterms:W3CDTF">2025-12-29T13:37:00Z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